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auto"/>
        <w:ind w:left="955" w:right="5523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  </w:t>
      </w:r>
      <w:r>
        <w:rPr>
          <w:rFonts w:ascii="Times New Roman" w:hAnsi="Times New Roman" w:cs="Times New Roman" w:eastAsia="Times New Roman"/>
          <w:sz w:val="28"/>
          <w:szCs w:val="28"/>
          <w:spacing w:val="6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-9"/>
          <w:w w:val="115"/>
          <w:b/>
          <w:bCs/>
        </w:rPr>
        <w:t>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34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0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9"/>
          <w:w w:val="110"/>
          <w:b/>
          <w:bCs/>
        </w:rPr>
        <w:t>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8"/>
          <w:b/>
          <w:bCs/>
        </w:rPr>
        <w:t>duct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ion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9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Add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1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gle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(C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1998)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1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5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Loh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9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1998),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app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1996;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1997;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1997;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2001;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9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2001;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Baldi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ak,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2001).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gle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l,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mmar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g.,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6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9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uhn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2013).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baggi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1996)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1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1997;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9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2001)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955" w:right="190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ome.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9" w:lineRule="auto"/>
        <w:ind w:left="955" w:right="916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sum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omous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to-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2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16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k-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75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o-cal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rat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fit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ally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aban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7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75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12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pman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(2010)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T’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qu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at,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egu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zat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2004)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grad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1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1997;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9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2007;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2013)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9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fit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t’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ign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-of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-sam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2014;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ok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am,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-fi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zat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onal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e-s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9" w:lineRule="auto"/>
        <w:ind w:left="955" w:right="916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comp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Nex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fly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3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opme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wr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ing)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5.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pgNumType w:start="1"/>
          <w:pgMar w:footer="1737" w:top="1480" w:bottom="1920" w:left="1720" w:right="1720"/>
          <w:footerReference w:type="default" r:id="rId5"/>
          <w:type w:val="continuous"/>
          <w:pgSz w:w="12240" w:h="15840"/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auto"/>
        <w:ind w:left="955" w:right="2552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  </w:t>
      </w:r>
      <w:r>
        <w:rPr>
          <w:rFonts w:ascii="Times New Roman" w:hAnsi="Times New Roman" w:cs="Times New Roman" w:eastAsia="Times New Roman"/>
          <w:sz w:val="28"/>
          <w:szCs w:val="28"/>
          <w:spacing w:val="6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6"/>
          <w:b/>
          <w:bCs/>
        </w:rPr>
        <w:t>B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6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6"/>
          <w:b/>
          <w:bCs/>
        </w:rPr>
        <w:t>na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6"/>
          <w:b/>
          <w:bCs/>
        </w:rPr>
        <w:t>ry</w:t>
      </w:r>
      <w:r>
        <w:rPr>
          <w:rFonts w:ascii="Times New Roman" w:hAnsi="Times New Roman" w:cs="Times New Roman" w:eastAsia="Times New Roman"/>
          <w:sz w:val="28"/>
          <w:szCs w:val="28"/>
          <w:spacing w:val="23"/>
          <w:w w:val="116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6"/>
          <w:b/>
          <w:bCs/>
        </w:rPr>
        <w:t>tree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6"/>
          <w:b/>
          <w:bCs/>
        </w:rPr>
        <w:t>s</w:t>
      </w:r>
      <w:r>
        <w:rPr>
          <w:rFonts w:ascii="Times New Roman" w:hAnsi="Times New Roman" w:cs="Times New Roman" w:eastAsia="Times New Roman"/>
          <w:sz w:val="28"/>
          <w:szCs w:val="28"/>
          <w:spacing w:val="36"/>
          <w:w w:val="116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0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0"/>
          <w:b/>
          <w:bCs/>
        </w:rPr>
        <w:t>he</w:t>
      </w:r>
      <w:r>
        <w:rPr>
          <w:rFonts w:ascii="Times New Roman" w:hAnsi="Times New Roman" w:cs="Times New Roman" w:eastAsia="Times New Roman"/>
          <w:sz w:val="28"/>
          <w:szCs w:val="28"/>
          <w:spacing w:val="26"/>
          <w:w w:val="12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0"/>
          <w:b/>
          <w:bCs/>
        </w:rPr>
        <w:t>B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0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-32"/>
          <w:w w:val="120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0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31"/>
          <w:w w:val="12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2"/>
          <w:b/>
          <w:bCs/>
        </w:rPr>
        <w:t>pri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0"/>
          <w:b/>
          <w:bCs/>
        </w:rPr>
        <w:t>or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8" w:lineRule="auto"/>
        <w:ind w:left="955" w:right="9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lat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ship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aph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hor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n’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e;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Menlo" w:hAnsi="Menlo" w:cs="Menlo" w:eastAsia="Menlo"/>
          <w:sz w:val="20"/>
          <w:szCs w:val="20"/>
          <w:spacing w:val="32"/>
          <w:w w:val="112"/>
          <w:i/>
        </w:rPr>
        <w:t>−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1.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e’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32"/>
          <w:w w:val="12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8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73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9"/>
        </w:rPr>
        <w:t>g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3"/>
          <w:position w:val="-5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8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  <w:position w:val="0"/>
        </w:rPr>
        <w:t>n</w:t>
      </w:r>
      <w:r>
        <w:rPr>
          <w:rFonts w:ascii="Menlo" w:hAnsi="Menlo" w:cs="Menlo" w:eastAsia="Menlo"/>
          <w:sz w:val="20"/>
          <w:szCs w:val="20"/>
          <w:spacing w:val="0"/>
          <w:w w:val="73"/>
          <w:i/>
          <w:position w:val="0"/>
        </w:rPr>
        <w:t>J</w:t>
      </w:r>
      <w:r>
        <w:rPr>
          <w:rFonts w:ascii="Menlo" w:hAnsi="Menlo" w:cs="Menlo" w:eastAsia="Menlo"/>
          <w:sz w:val="20"/>
          <w:szCs w:val="20"/>
          <w:spacing w:val="-5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oll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22" w:after="0" w:line="240" w:lineRule="auto"/>
        <w:ind w:left="2906" w:right="5438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26.882996pt;margin-top:1.668952pt;width:157.482pt;height:79.152pt;mso-position-horizontal-relative:page;mso-position-vertical-relative:paragraph;z-index:-535" coordorigin="4538,33" coordsize="3150,1583">
            <v:group style="position:absolute;left:4542;top:37;width:3142;height:2" coordorigin="4542,37" coordsize="3142,2">
              <v:shape style="position:absolute;left:4542;top:37;width:3142;height:2" coordorigin="4542,37" coordsize="3142,0" path="m4542,37l7683,37e" filled="f" stroked="t" strokeweight=".398pt" strokecolor="#000000">
                <v:path arrowok="t"/>
              </v:shape>
            </v:group>
            <v:group style="position:absolute;left:5146;top:41;width:2;height:1567" coordorigin="5146,41" coordsize="2,1567">
              <v:shape style="position:absolute;left:5146;top:41;width:2;height:1567" coordorigin="5146,41" coordsize="0,1567" path="m5146,41l5146,1608e" filled="f" stroked="t" strokeweight=".398056pt" strokecolor="#000000">
                <v:path arrowok="t"/>
              </v:shape>
            </v:group>
            <v:group style="position:absolute;left:4542;top:1612;width:3142;height:2" coordorigin="4542,1612" coordsize="3142,2">
              <v:shape style="position:absolute;left:4542;top:1612;width:3142;height:2" coordorigin="4542,1612" coordsize="3142,0" path="m4542,1612l7683,1612e" filled="f" stroked="t" strokeweight=".398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  <w:w w:val="112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w w:val="100"/>
        </w:rPr>
      </w:r>
    </w:p>
    <w:p>
      <w:pPr>
        <w:spacing w:before="0" w:after="0" w:line="243" w:lineRule="exact"/>
        <w:ind w:left="3193" w:right="2959"/>
        <w:jc w:val="center"/>
        <w:tabs>
          <w:tab w:pos="3800" w:val="left"/>
          <w:tab w:pos="4520" w:val="left"/>
          <w:tab w:pos="50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55"/>
          <w:i/>
          <w:position w:val="7"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7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7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55"/>
          <w:i/>
          <w:position w:val="7"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position w:val="7"/>
        </w:rPr>
        <w:t>+1</w:t>
      </w:r>
      <w:r>
        <w:rPr>
          <w:rFonts w:ascii="Times New Roman" w:hAnsi="Times New Roman" w:cs="Times New Roman" w:eastAsia="Times New Roman"/>
          <w:sz w:val="14"/>
          <w:szCs w:val="14"/>
          <w:spacing w:val="-14"/>
          <w:w w:val="100"/>
          <w:position w:val="7"/>
        </w:rPr>
        <w:t> </w:t>
      </w:r>
      <w:r>
        <w:rPr>
          <w:rFonts w:ascii="Menlo" w:hAnsi="Menlo" w:cs="Menlo" w:eastAsia="Menlo"/>
          <w:sz w:val="20"/>
          <w:szCs w:val="20"/>
          <w:spacing w:val="11"/>
          <w:w w:val="128"/>
          <w:i/>
          <w:position w:val="0"/>
        </w:rPr>
        <w:t>−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3210" w:right="5432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3172" w:right="2901"/>
        <w:jc w:val="center"/>
        <w:tabs>
          <w:tab w:pos="3500" w:val="left"/>
          <w:tab w:pos="4180" w:val="left"/>
          <w:tab w:pos="5020" w:val="left"/>
          <w:tab w:pos="570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3172" w:right="3240"/>
        <w:jc w:val="center"/>
        <w:tabs>
          <w:tab w:pos="3840" w:val="left"/>
          <w:tab w:pos="53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3172" w:right="4001"/>
        <w:jc w:val="center"/>
        <w:tabs>
          <w:tab w:pos="460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2" w:after="0" w:line="249" w:lineRule="auto"/>
        <w:ind w:left="955" w:right="916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alge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6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6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6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32"/>
          <w:w w:val="12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6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2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es)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1" w:lineRule="auto"/>
        <w:ind w:left="955" w:right="913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ogy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75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domly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1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98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ign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npu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8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00"/>
          <w:i/>
        </w:rPr>
        <w:t>T</w:t>
      </w:r>
      <w:r>
        <w:rPr>
          <w:rFonts w:ascii="Menlo" w:hAnsi="Menlo" w:cs="Menlo" w:eastAsia="Menlo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31"/>
          <w:w w:val="12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7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4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0"/>
          <w:i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38"/>
          <w:w w:val="14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14"/>
          <w:szCs w:val="14"/>
          <w:spacing w:val="8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  <w:i/>
          <w:position w:val="-3"/>
        </w:rPr>
        <w:t>k</w:t>
      </w:r>
      <w:r>
        <w:rPr>
          <w:rFonts w:ascii="Times New Roman" w:hAnsi="Times New Roman" w:cs="Times New Roman" w:eastAsia="Times New Roman"/>
          <w:sz w:val="14"/>
          <w:szCs w:val="14"/>
          <w:spacing w:val="-22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0"/>
          <w:i/>
          <w:position w:val="0"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49"/>
          <w:w w:val="14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≤</w:t>
      </w:r>
      <w:r>
        <w:rPr>
          <w:rFonts w:ascii="Menlo" w:hAnsi="Menlo" w:cs="Menlo" w:eastAsia="Menlo"/>
          <w:sz w:val="20"/>
          <w:szCs w:val="20"/>
          <w:spacing w:val="-76"/>
          <w:w w:val="128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14"/>
          <w:szCs w:val="14"/>
          <w:spacing w:val="8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  <w:i/>
          <w:position w:val="-3"/>
        </w:rPr>
        <w:t>k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-11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position w:val="0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0"/>
          <w:i/>
          <w:position w:val="0"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25"/>
          <w:w w:val="14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&gt;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14"/>
          <w:szCs w:val="14"/>
          <w:spacing w:val="8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  <w:i/>
          <w:position w:val="-3"/>
        </w:rPr>
        <w:t>k</w:t>
      </w:r>
      <w:r>
        <w:rPr>
          <w:rFonts w:ascii="Times New Roman" w:hAnsi="Times New Roman" w:cs="Times New Roman" w:eastAsia="Times New Roman"/>
          <w:sz w:val="14"/>
          <w:szCs w:val="14"/>
          <w:spacing w:val="-22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98"/>
          <w:i/>
          <w:position w:val="0"/>
        </w:rPr>
        <w:t>M</w:t>
      </w:r>
      <w:r>
        <w:rPr>
          <w:rFonts w:ascii="Menlo" w:hAnsi="Menlo" w:cs="Menlo" w:eastAsia="Menlo"/>
          <w:sz w:val="20"/>
          <w:szCs w:val="20"/>
          <w:spacing w:val="-5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pair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7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35"/>
          <w:w w:val="117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10"/>
          <w:i/>
          <w:position w:val="0"/>
        </w:rPr>
        <w:t>∈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0"/>
        </w:rPr>
        <w:t>L</w:t>
      </w:r>
      <w:r>
        <w:rPr>
          <w:rFonts w:ascii="Menlo" w:hAnsi="Menlo" w:cs="Menlo" w:eastAsia="Menlo"/>
          <w:sz w:val="20"/>
          <w:szCs w:val="20"/>
          <w:spacing w:val="-4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0"/>
        </w:rPr>
        <w:t>L</w:t>
      </w:r>
      <w:r>
        <w:rPr>
          <w:rFonts w:ascii="Menlo" w:hAnsi="Menlo" w:cs="Menlo" w:eastAsia="Menlo"/>
          <w:sz w:val="20"/>
          <w:szCs w:val="20"/>
          <w:spacing w:val="-4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75"/>
          <w:i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b/>
          <w:bCs/>
          <w:i/>
          <w:position w:val="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0"/>
        </w:rPr>
        <w:t>),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2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sum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fu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34" w:after="0" w:line="155" w:lineRule="exact"/>
        <w:ind w:left="4050" w:right="4538"/>
        <w:jc w:val="center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129"/>
          <w:i/>
          <w:position w:val="-1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38" w:after="0" w:line="240" w:lineRule="auto"/>
        <w:ind w:left="3287" w:right="3283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75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19"/>
        </w:rPr>
        <w:t>    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1"/>
          <w:position w:val="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1"/>
          <w:i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b/>
          <w:bCs/>
          <w:i/>
          <w:position w:val="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11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98"/>
          <w:i/>
          <w:position w:val="0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48" w:after="0" w:line="240" w:lineRule="auto"/>
        <w:ind w:left="3967" w:right="4444"/>
        <w:jc w:val="center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w w:val="133"/>
          <w:i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w w:val="135"/>
        </w:rPr>
        <w:t>=1</w:t>
      </w:r>
      <w:r>
        <w:rPr>
          <w:rFonts w:ascii="Times New Roman" w:hAnsi="Times New Roman" w:cs="Times New Roman" w:eastAsia="Times New Roman"/>
          <w:sz w:val="14"/>
          <w:szCs w:val="14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“l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”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’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50,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200.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737" w:top="1480" w:bottom="1920" w:left="1720" w:right="17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ind w:left="955" w:right="913" w:firstLine="29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7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  <w:b/>
          <w:bCs/>
          <w:i/>
          <w:position w:val="0"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jc w:val="left"/>
        <w:spacing w:after="0"/>
        <w:sectPr>
          <w:pgMar w:header="0" w:footer="1737" w:top="1480" w:bottom="1920" w:left="1720" w:right="1720"/>
          <w:pgSz w:w="12240" w:h="15840"/>
        </w:sectPr>
      </w:pPr>
      <w:rPr/>
    </w:p>
    <w:p>
      <w:pPr>
        <w:spacing w:before="91" w:after="0" w:line="240" w:lineRule="auto"/>
        <w:ind w:left="2403" w:right="-72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7.877014pt;margin-top:3.755056pt;width:67.241871pt;height:15.643307pt;mso-position-horizontal-relative:page;mso-position-vertical-relative:paragraph;z-index:-533" type="#_x0000_t202" filled="f" stroked="f">
            <v:textbox inset="0,0,0,0">
              <w:txbxContent>
                <w:p>
                  <w:pPr>
                    <w:spacing w:before="0" w:after="0" w:line="250" w:lineRule="exact"/>
                    <w:ind w:right="-87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Pr/>
                  <w:r>
                    <w:rPr>
                      <w:rFonts w:ascii="Menlo" w:hAnsi="Menlo" w:cs="Menlo" w:eastAsia="Menlo"/>
                      <w:sz w:val="20"/>
                      <w:szCs w:val="20"/>
                      <w:spacing w:val="0"/>
                      <w:w w:val="128"/>
                      <w:i/>
                    </w:rPr>
                    <w:t>∼</w:t>
                  </w:r>
                  <w:r>
                    <w:rPr>
                      <w:rFonts w:ascii="Menlo" w:hAnsi="Menlo" w:cs="Menlo" w:eastAsia="Menlo"/>
                      <w:sz w:val="20"/>
                      <w:szCs w:val="20"/>
                      <w:spacing w:val="-32"/>
                      <w:w w:val="128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-13"/>
                      <w:w w:val="10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13"/>
                      <w:position w:val="16"/>
                    </w:rPr>
                    <w:t>(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13"/>
                      <w:position w:val="0"/>
                    </w:rPr>
                    <w:t>0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13"/>
                      <w:i/>
                      <w:position w:val="0"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44"/>
                      <w:w w:val="113"/>
                      <w:i/>
                      <w:position w:val="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5"/>
                      <w:w w:val="100"/>
                      <w:i/>
                      <w:position w:val="0"/>
                    </w:rPr>
                    <w:t>w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  <w:position w:val="8"/>
                    </w:rPr>
                    <w:t>2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-8"/>
                      <w:w w:val="100"/>
                      <w:position w:val="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7"/>
                      <w:w w:val="100"/>
                      <w:i/>
                      <w:position w:val="0"/>
                    </w:rPr>
                    <w:t>σ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  <w:position w:val="8"/>
                    </w:rPr>
                    <w:t>2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-1"/>
                      <w:w w:val="100"/>
                      <w:position w:val="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37"/>
                      <w:position w:val="16"/>
                    </w:rPr>
                    <w:t>)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  <w:i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8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11"/>
          <w:w w:val="128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2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3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33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75"/>
          <w:i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  <w:b/>
          <w:bCs/>
          <w:i/>
          <w:position w:val="0"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66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66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34" w:after="0" w:line="240" w:lineRule="auto"/>
        <w:ind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0"/>
        </w:rPr>
        <w:t>iid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spacing w:before="1" w:after="0" w:line="240" w:lineRule="auto"/>
        <w:ind w:left="960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2" w:equalWidth="0">
            <w:col w:w="4906" w:space="120"/>
            <w:col w:w="3774"/>
          </w:cols>
        </w:sectPr>
      </w:pPr>
      <w:rPr/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17" w:after="0" w:line="240" w:lineRule="exact"/>
        <w:ind w:left="955" w:right="91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75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1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onal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132" w:lineRule="exact"/>
        <w:ind w:left="3189" w:right="5194"/>
        <w:jc w:val="center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3.326996pt;margin-top:3.308818pt;width:28.083489pt;height:11.835pt;mso-position-horizontal-relative:page;mso-position-vertical-relative:paragraph;z-index:-532" type="#_x0000_t202" filled="f" stroked="f">
            <v:textbox inset="0,0,0,0">
              <w:txbxContent>
                <w:p>
                  <w:pPr>
                    <w:spacing w:before="0" w:after="0" w:line="230" w:lineRule="exact"/>
                    <w:ind w:right="-76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w w:val="116"/>
                    </w:rPr>
                    <w:t>(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0"/>
                      <w:w w:val="175"/>
                      <w:i/>
                    </w:rPr>
                    <w:t>f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1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-17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7"/>
                      <w:w w:val="100"/>
                      <w:i/>
                    </w:rPr>
                    <w:t>σ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  <w:position w:val="8"/>
                    </w:rPr>
                    <w:t>2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-1"/>
                      <w:w w:val="100"/>
                      <w:position w:val="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16"/>
                      <w:position w:val="0"/>
                    </w:rPr>
                    <w:t>)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3"/>
          <w:position w:val="-2"/>
        </w:rPr>
        <w:t>prior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0" w:after="0" w:line="181" w:lineRule="exact"/>
        <w:ind w:left="3310" w:right="-20"/>
        <w:jc w:val="left"/>
        <w:tabs>
          <w:tab w:pos="36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Menlo" w:hAnsi="Menlo" w:cs="Menlo" w:eastAsia="Menlo"/>
          <w:sz w:val="20"/>
          <w:szCs w:val="20"/>
          <w:spacing w:val="0"/>
          <w:w w:val="110"/>
          <w:i/>
          <w:position w:val="2"/>
        </w:rPr>
        <w:t>∼</w:t>
      </w:r>
      <w:r>
        <w:rPr>
          <w:rFonts w:ascii="Menlo" w:hAnsi="Menlo" w:cs="Menlo" w:eastAsia="Menlo"/>
          <w:sz w:val="20"/>
          <w:szCs w:val="20"/>
          <w:spacing w:val="-111"/>
          <w:w w:val="110"/>
          <w:i/>
          <w:position w:val="2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2"/>
        </w:rPr>
        <w:tab/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2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2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10"/>
          <w:position w:val="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2"/>
        </w:rPr>
        <w:t>T(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  <w:i/>
          <w:position w:val="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10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1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-1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i/>
          <w:position w:val="2"/>
        </w:rPr>
        <w:t>τ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i/>
          <w:position w:val="2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  <w:position w:val="2"/>
        </w:rPr>
        <w:t>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5"/>
          <w:i/>
          <w:position w:val="2"/>
        </w:rPr>
        <w:t>γ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2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15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  <w:position w:val="2"/>
        </w:rPr>
        <w:t>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2"/>
        </w:rPr>
        <w:t>λ,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2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exact"/>
        <w:ind w:left="955" w:right="91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3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3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1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ev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7" w:after="0" w:line="240" w:lineRule="auto"/>
        <w:ind w:left="955" w:right="-82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4.697998pt;margin-top:8.434996pt;width:7.740941pt;height:9.9626pt;mso-position-horizontal-relative:page;mso-position-vertical-relative:paragraph;z-index:-531" type="#_x0000_t202" filled="f" stroked="f">
            <v:textbox inset="0,0,0,0">
              <w:txbxContent>
                <w:p>
                  <w:pPr>
                    <w:spacing w:before="0" w:after="0" w:line="136" w:lineRule="exact"/>
                    <w:ind w:right="-70"/>
                    <w:jc w:val="left"/>
                    <w:rPr>
                      <w:rFonts w:ascii="Menlo" w:hAnsi="Menlo" w:cs="Menlo" w:eastAsia="Menlo"/>
                      <w:sz w:val="20"/>
                      <w:szCs w:val="20"/>
                    </w:rPr>
                  </w:pPr>
                  <w:rPr/>
                  <w:r>
                    <w:rPr>
                      <w:rFonts w:ascii="Menlo" w:hAnsi="Menlo" w:cs="Menlo" w:eastAsia="Menlo"/>
                      <w:sz w:val="20"/>
                      <w:szCs w:val="20"/>
                      <w:spacing w:val="0"/>
                      <w:w w:val="128"/>
                      <w:i/>
                      <w:position w:val="2"/>
                    </w:rPr>
                    <w:t>∼</w:t>
                  </w:r>
                  <w:r>
                    <w:rPr>
                      <w:rFonts w:ascii="Menlo" w:hAnsi="Menlo" w:cs="Menlo" w:eastAsia="Menlo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75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1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3"/>
          <w:position w:val="12"/>
        </w:rPr>
        <w:t>prior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71" w:after="0" w:line="240" w:lineRule="auto"/>
        <w:ind w:right="-72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w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71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3" w:equalWidth="0">
            <w:col w:w="5220" w:space="158"/>
            <w:col w:w="1451" w:space="90"/>
            <w:col w:w="1881"/>
          </w:cols>
        </w:sectPr>
      </w:pPr>
      <w:rPr/>
    </w:p>
    <w:p>
      <w:pPr>
        <w:spacing w:before="0" w:after="0" w:line="222" w:lineRule="exact"/>
        <w:ind w:left="955" w:right="92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9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40" w:lineRule="exact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301.088013pt;margin-top:16.070988pt;width:5.242pt;height:.1pt;mso-position-horizontal-relative:page;mso-position-vertical-relative:paragraph;z-index:-534" coordorigin="6022,321" coordsize="105,2">
            <v:shape style="position:absolute;left:6022;top:321;width:105;height:2" coordorigin="6022,321" coordsize="105,0" path="m6022,321l6127,321e" filled="f" stroked="t" strokeweight=".3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3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-11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position w:val="0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8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uou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4" w:after="0" w:line="244" w:lineRule="auto"/>
        <w:ind w:left="955" w:right="914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lf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1990)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54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1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oll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38" w:lineRule="exact"/>
        <w:ind w:left="955" w:right="90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5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b/>
          <w:bCs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54"/>
          <w:b/>
          <w:bCs/>
          <w:i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1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16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82"/>
          <w:position w:val="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15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position w:val="16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85"/>
          <w:position w:val="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position w:val="0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b/>
          <w:bCs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85"/>
          <w:b/>
          <w:bCs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54"/>
          <w:b/>
          <w:bCs/>
          <w:i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15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position w:val="16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85"/>
          <w:position w:val="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position w:val="0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b/>
          <w:bCs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85"/>
          <w:b/>
          <w:bCs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85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54"/>
          <w:b/>
          <w:bCs/>
          <w:i/>
          <w:position w:val="0"/>
        </w:rPr>
        <w:t>M</w:t>
      </w:r>
      <w:r>
        <w:rPr>
          <w:rFonts w:ascii="Menlo" w:hAnsi="Menlo" w:cs="Menlo" w:eastAsia="Menlo"/>
          <w:sz w:val="20"/>
          <w:szCs w:val="20"/>
          <w:spacing w:val="0"/>
          <w:w w:val="45"/>
          <w:i/>
          <w:position w:val="0"/>
        </w:rPr>
        <w:t>|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b/>
          <w:bCs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].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6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82" w:lineRule="exact"/>
        <w:ind w:left="955" w:right="90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3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3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3"/>
        </w:rPr>
        <w:t>msel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  <w:position w:val="3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3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  <w:position w:val="3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3"/>
        </w:rPr>
        <w:t>ende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3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position w:val="3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b/>
          <w:bCs/>
          <w:i/>
          <w:position w:val="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6"/>
          <w:b/>
          <w:bCs/>
          <w:i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54"/>
          <w:b/>
          <w:bCs/>
          <w:i/>
          <w:position w:val="3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3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3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22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8"/>
        </w:rPr>
        <w:t>Ti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2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0"/>
          <w:w w:val="122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3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3"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3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2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3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198"/>
          <w:i/>
          <w:position w:val="3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3"/>
        </w:rPr>
        <w:t>|T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3"/>
        </w:rPr>
        <w:t>].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3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3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09" w:lineRule="exact"/>
        <w:ind w:left="955" w:right="91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82"/>
          <w:position w:val="2"/>
        </w:rPr>
        <w:t>[</w:t>
      </w:r>
      <w:r>
        <w:rPr>
          <w:rFonts w:ascii="Menlo" w:hAnsi="Menlo" w:cs="Menlo" w:eastAsia="Menlo"/>
          <w:sz w:val="20"/>
          <w:szCs w:val="20"/>
          <w:w w:val="90"/>
          <w:i/>
          <w:position w:val="2"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w w:val="133"/>
          <w:i/>
          <w:position w:val="-1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82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ior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3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i/>
          <w:position w:val="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3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2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2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3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198"/>
          <w:i/>
          <w:position w:val="2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1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1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2"/>
        </w:rPr>
        <w:t>|T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1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82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2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92" w:lineRule="auto"/>
        <w:ind w:left="955" w:right="88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ende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198"/>
          <w:i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4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24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4"/>
          <w:position w:val="15"/>
        </w:rPr>
        <w:t>Ti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4"/>
          <w:i/>
          <w:position w:val="-6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-21"/>
          <w:w w:val="124"/>
          <w:i/>
          <w:position w:val="-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  <w:i/>
          <w:position w:val="-3"/>
        </w:rPr>
        <w:t>hn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7" w:after="0" w:line="240" w:lineRule="auto"/>
        <w:ind w:left="955" w:right="910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].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2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gul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robabi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1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8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73"/>
          <w:i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9"/>
          <w:position w:val="0"/>
        </w:rPr>
        <w:t>g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3"/>
          <w:position w:val="-5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8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  <w:position w:val="0"/>
        </w:rPr>
        <w:t>n</w:t>
      </w:r>
      <w:r>
        <w:rPr>
          <w:rFonts w:ascii="Menlo" w:hAnsi="Menlo" w:cs="Menlo" w:eastAsia="Menlo"/>
          <w:sz w:val="20"/>
          <w:szCs w:val="20"/>
          <w:spacing w:val="0"/>
          <w:w w:val="73"/>
          <w:i/>
          <w:position w:val="0"/>
        </w:rPr>
        <w:t>J</w:t>
      </w:r>
      <w:r>
        <w:rPr>
          <w:rFonts w:ascii="Menlo" w:hAnsi="Menlo" w:cs="Menlo" w:eastAsia="Menlo"/>
          <w:sz w:val="20"/>
          <w:szCs w:val="20"/>
          <w:spacing w:val="-5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208" w:right="-20"/>
        <w:jc w:val="left"/>
        <w:tabs>
          <w:tab w:pos="75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  <w:i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1]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2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2"/>
          <w:i/>
          <w:position w:val="0"/>
        </w:rPr>
        <w:t>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29"/>
          <w:w w:val="12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1)</w:t>
      </w:r>
      <w:r>
        <w:rPr>
          <w:rFonts w:ascii="Courier" w:hAnsi="Courier" w:cs="Courier" w:eastAsia="Courier"/>
          <w:sz w:val="14"/>
          <w:szCs w:val="14"/>
          <w:spacing w:val="0"/>
          <w:w w:val="122"/>
          <w:i/>
          <w:position w:val="8"/>
        </w:rPr>
        <w:t>−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2"/>
          <w:i/>
          <w:position w:val="8"/>
        </w:rPr>
        <w:t>γ</w:t>
      </w:r>
      <w:r>
        <w:rPr>
          <w:rFonts w:ascii="Times New Roman" w:hAnsi="Times New Roman" w:cs="Times New Roman" w:eastAsia="Times New Roman"/>
          <w:sz w:val="14"/>
          <w:szCs w:val="14"/>
          <w:spacing w:val="-32"/>
          <w:w w:val="122"/>
          <w:i/>
          <w:position w:val="8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8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8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exact"/>
        <w:ind w:left="955" w:right="91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  <w:i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11"/>
          <w:w w:val="133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  <w:i/>
          <w:position w:val="0"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11"/>
          <w:w w:val="133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&lt;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α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&lt;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0"/>
          <w:i/>
          <w:position w:val="0"/>
        </w:rPr>
        <w:t>γ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3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≥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oll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fau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95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  <w:i/>
          <w:position w:val="0"/>
        </w:rPr>
        <w:t>γ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33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2;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amet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gs,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pman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al.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1998)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wth,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fau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xt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sp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position w:val="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7"/>
          <w:i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47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2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i/>
          <w:position w:val="0"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9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28"/>
          <w:w w:val="129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  <w:position w:val="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orm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robabi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-9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132"/>
          <w:i/>
          <w:position w:val="7"/>
        </w:rPr>
        <w:t>−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2"/>
          <w:position w:val="7"/>
        </w:rPr>
        <w:t>1</w:t>
      </w:r>
      <w:r>
        <w:rPr>
          <w:rFonts w:ascii="Times New Roman" w:hAnsi="Times New Roman" w:cs="Times New Roman" w:eastAsia="Times New Roman"/>
          <w:sz w:val="14"/>
          <w:szCs w:val="14"/>
          <w:spacing w:val="44"/>
          <w:w w:val="132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ecify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app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rop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arge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2018)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2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  <w:i/>
          <w:position w:val="0"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osen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  <w:i/>
          <w:position w:val="0"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-17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14"/>
          <w:szCs w:val="14"/>
          <w:spacing w:val="8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  <w:i/>
          <w:position w:val="-3"/>
        </w:rPr>
        <w:t>k</w:t>
      </w:r>
      <w:r>
        <w:rPr>
          <w:rFonts w:ascii="Times New Roman" w:hAnsi="Times New Roman" w:cs="Times New Roman" w:eastAsia="Times New Roman"/>
          <w:sz w:val="14"/>
          <w:szCs w:val="14"/>
          <w:spacing w:val="-22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obs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  <w:i/>
          <w:position w:val="0"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-17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4" w:after="0" w:line="240" w:lineRule="auto"/>
        <w:ind w:left="125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  <w:i/>
          <w:position w:val="-3"/>
        </w:rPr>
        <w:t>hn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].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76" w:lineRule="auto"/>
        <w:ind w:left="955" w:right="88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4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w w:val="136"/>
          <w:i/>
          <w:position w:val="-3"/>
        </w:rPr>
        <w:t>hn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collec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98"/>
          <w:i/>
          <w:position w:val="0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82"/>
          <w:i/>
          <w:position w:val="0"/>
        </w:rPr>
        <w:t>{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i/>
          <w:position w:val="0"/>
        </w:rPr>
        <w:t>n,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  <w:i/>
          <w:position w:val="-3"/>
        </w:rPr>
        <w:t>hn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10"/>
          <w:i/>
          <w:position w:val="0"/>
        </w:rPr>
        <w:t>∈</w:t>
      </w:r>
      <w:r>
        <w:rPr>
          <w:rFonts w:ascii="Menlo" w:hAnsi="Menlo" w:cs="Menlo" w:eastAsia="Menlo"/>
          <w:sz w:val="20"/>
          <w:szCs w:val="20"/>
          <w:spacing w:val="0"/>
          <w:w w:val="11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14"/>
          <w:i/>
          <w:position w:val="0"/>
        </w:rPr>
        <w:t>L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}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2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0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27"/>
          <w:w w:val="12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10"/>
          <w:i/>
          <w:position w:val="0"/>
        </w:rPr>
        <w:t>∈</w:t>
      </w:r>
      <w:r>
        <w:rPr>
          <w:rFonts w:ascii="Menlo" w:hAnsi="Menlo" w:cs="Menlo" w:eastAsia="Menlo"/>
          <w:sz w:val="20"/>
          <w:szCs w:val="20"/>
          <w:spacing w:val="-6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1"/>
          <w:position w:val="-3"/>
        </w:rPr>
        <w:t>min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2"/>
          <w:position w:val="-3"/>
        </w:rPr>
        <w:t>max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4"/>
          <w:position w:val="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1"/>
          <w:position w:val="-4"/>
        </w:rPr>
        <w:t>1(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6"/>
          <w:b/>
          <w:bCs/>
          <w:i/>
          <w:position w:val="-4"/>
        </w:rPr>
        <w:t>x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91"/>
          <w:i/>
          <w:position w:val="-6"/>
        </w:rPr>
        <w:t>i</w:t>
      </w:r>
      <w:r>
        <w:rPr>
          <w:rFonts w:ascii="Times New Roman" w:hAnsi="Times New Roman" w:cs="Times New Roman" w:eastAsia="Times New Roman"/>
          <w:sz w:val="10"/>
          <w:szCs w:val="10"/>
          <w:spacing w:val="-15"/>
          <w:w w:val="100"/>
          <w:i/>
          <w:position w:val="-6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position w:val="-4"/>
        </w:rPr>
        <w:t>)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9"/>
          <w:i/>
          <w:position w:val="-4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4"/>
          <w:w w:val="100"/>
          <w:i/>
          <w:position w:val="-4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position w:val="-4"/>
        </w:rPr>
        <w:t>(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6"/>
          <w:b/>
          <w:bCs/>
          <w:i/>
          <w:position w:val="-4"/>
        </w:rPr>
        <w:t>x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91"/>
          <w:i/>
          <w:position w:val="-6"/>
        </w:rPr>
        <w:t>i</w:t>
      </w:r>
      <w:r>
        <w:rPr>
          <w:rFonts w:ascii="Times New Roman" w:hAnsi="Times New Roman" w:cs="Times New Roman" w:eastAsia="Times New Roman"/>
          <w:sz w:val="10"/>
          <w:szCs w:val="10"/>
          <w:spacing w:val="-15"/>
          <w:w w:val="100"/>
          <w:i/>
          <w:position w:val="-6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position w:val="-4"/>
        </w:rPr>
        <w:t>)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16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82"/>
          <w:position w:val="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26" w:after="0" w:line="240" w:lineRule="auto"/>
        <w:ind w:left="955" w:right="91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7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41" w:lineRule="exact"/>
        <w:ind w:left="1847" w:right="-20"/>
        <w:jc w:val="left"/>
        <w:tabs>
          <w:tab w:pos="2780" w:val="left"/>
        </w:tabs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10"/>
        </w:rPr>
        <w:t>iid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position w:val="-1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10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3"/>
          <w:position w:val="-14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1737" w:top="1480" w:bottom="1920" w:left="1720" w:right="1720"/>
          <w:pgSz w:w="12240" w:h="15840"/>
        </w:sectPr>
      </w:pPr>
      <w:rPr/>
    </w:p>
    <w:p>
      <w:pPr>
        <w:spacing w:before="11" w:after="0" w:line="254" w:lineRule="exact"/>
        <w:ind w:left="955" w:right="-79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4"/>
          <w:i/>
          <w:position w:val="1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w w:val="133"/>
          <w:i/>
          <w:position w:val="-2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w w:val="133"/>
          <w:position w:val="-2"/>
        </w:rPr>
        <w:t>(</w:t>
      </w:r>
      <w:r>
        <w:rPr>
          <w:rFonts w:ascii="Times New Roman" w:hAnsi="Times New Roman" w:cs="Times New Roman" w:eastAsia="Times New Roman"/>
          <w:sz w:val="14"/>
          <w:szCs w:val="14"/>
          <w:w w:val="146"/>
          <w:b/>
          <w:bCs/>
          <w:i/>
          <w:position w:val="-2"/>
        </w:rPr>
        <w:t>x</w:t>
      </w:r>
      <w:r>
        <w:rPr>
          <w:rFonts w:ascii="Times New Roman" w:hAnsi="Times New Roman" w:cs="Times New Roman" w:eastAsia="Times New Roman"/>
          <w:sz w:val="10"/>
          <w:szCs w:val="10"/>
          <w:w w:val="191"/>
          <w:i/>
          <w:position w:val="-4"/>
        </w:rPr>
        <w:t>i</w:t>
      </w:r>
      <w:r>
        <w:rPr>
          <w:rFonts w:ascii="Times New Roman" w:hAnsi="Times New Roman" w:cs="Times New Roman" w:eastAsia="Times New Roman"/>
          <w:sz w:val="10"/>
          <w:szCs w:val="10"/>
          <w:spacing w:val="-15"/>
          <w:w w:val="100"/>
          <w:i/>
          <w:position w:val="-4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position w:val="-2"/>
        </w:rPr>
        <w:t>)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2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1"/>
        </w:rPr>
        <w:t>|T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2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0" w:after="0" w:line="266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1"/>
        </w:rPr>
        <w:t>∼</w:t>
      </w:r>
      <w:r>
        <w:rPr>
          <w:rFonts w:ascii="Menlo" w:hAnsi="Menlo" w:cs="Menlo" w:eastAsia="Menlo"/>
          <w:sz w:val="20"/>
          <w:szCs w:val="20"/>
          <w:spacing w:val="-32"/>
          <w:w w:val="128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17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1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i/>
          <w:position w:val="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13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4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6"/>
          <w:w w:val="100"/>
          <w:i/>
          <w:position w:val="-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  <w:position w:val="17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  <w:position w:val="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25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1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1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2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1"/>
        </w:rPr>
        <w:t>mat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1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1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2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1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1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1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2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2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45"/>
          <w:i/>
          <w:position w:val="1"/>
        </w:rPr>
        <w:t>|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  <w:b/>
          <w:bCs/>
          <w:i/>
          <w:position w:val="1"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2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1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82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1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2" w:equalWidth="0">
            <w:col w:w="1727" w:space="132"/>
            <w:col w:w="6941"/>
          </w:cols>
        </w:sectPr>
      </w:pPr>
      <w:rPr/>
    </w:p>
    <w:p>
      <w:pPr>
        <w:spacing w:before="0" w:after="0" w:line="226" w:lineRule="exact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95.776001pt;margin-top:1.285509pt;width:3.968092pt;height:6.9738pt;mso-position-horizontal-relative:page;mso-position-vertical-relative:paragraph;z-index:-524" type="#_x0000_t202" filled="f" stroked="f">
            <v:textbox inset="0,0,0,0">
              <w:txbxContent>
                <w:p>
                  <w:pPr>
                    <w:spacing w:before="0" w:after="0" w:line="135" w:lineRule="exact"/>
                    <w:ind w:right="-61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13"/>
                    </w:rPr>
                    <w:t>2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5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34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5"/>
          <w:position w:val="-2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35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5"/>
          <w:position w:val="13"/>
        </w:rPr>
        <w:t>'L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i/>
          <w:position w:val="-8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9"/>
          <w:w w:val="135"/>
          <w:i/>
          <w:position w:val="-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-2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6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position w:val="-6"/>
        </w:rPr>
        <w:t>(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6"/>
          <w:b/>
          <w:bCs/>
          <w:i/>
          <w:position w:val="-6"/>
        </w:rPr>
        <w:t>x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91"/>
          <w:i/>
          <w:position w:val="-8"/>
        </w:rPr>
        <w:t>i</w:t>
      </w:r>
      <w:r>
        <w:rPr>
          <w:rFonts w:ascii="Times New Roman" w:hAnsi="Times New Roman" w:cs="Times New Roman" w:eastAsia="Times New Roman"/>
          <w:sz w:val="10"/>
          <w:szCs w:val="10"/>
          <w:spacing w:val="-15"/>
          <w:w w:val="100"/>
          <w:i/>
          <w:position w:val="-8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position w:val="-6"/>
        </w:rPr>
        <w:t>)</w:t>
      </w:r>
      <w:r>
        <w:rPr>
          <w:rFonts w:ascii="Times New Roman" w:hAnsi="Times New Roman" w:cs="Times New Roman" w:eastAsia="Times New Roman"/>
          <w:sz w:val="14"/>
          <w:szCs w:val="14"/>
          <w:spacing w:val="30"/>
          <w:w w:val="133"/>
          <w:position w:val="-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-2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5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5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14"/>
          <w:i/>
          <w:position w:val="-2"/>
        </w:rPr>
        <w:t>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-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14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14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-2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3"/>
          <w:position w:val="-5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7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6"/>
          <w:w w:val="100"/>
          <w:i/>
          <w:position w:val="-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  <w:position w:val="14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  <w:position w:val="-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25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-2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-2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-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ose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-2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ue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5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5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3"/>
          <w:w w:val="100"/>
          <w:i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-2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-2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-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71" w:after="0" w:line="230" w:lineRule="exact"/>
        <w:ind w:left="955" w:right="-7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318.612pt;margin-top:4.251919pt;width:9.091pt;height:.1pt;mso-position-horizontal-relative:page;mso-position-vertical-relative:paragraph;z-index:-530" coordorigin="6372,85" coordsize="182,2">
            <v:shape style="position:absolute;left:6372;top:85;width:182;height:2" coordorigin="6372,85" coordsize="182,0" path="m6372,85l6554,85e" filled="f" stroked="t" strokeweight=".398pt" strokecolor="#000000">
              <v:path arrowok="t"/>
            </v:shape>
          </v:group>
          <w10:wrap type="none"/>
        </w:pict>
      </w:r>
      <w:r>
        <w:rPr/>
        <w:pict>
          <v:group style="position:absolute;margin-left:435.092987pt;margin-top:4.251919pt;width:9.091pt;height:.1pt;mso-position-horizontal-relative:page;mso-position-vertical-relative:paragraph;z-index:-529" coordorigin="8702,85" coordsize="182,2">
            <v:shape style="position:absolute;left:8702;top:85;width:182;height:2" coordorigin="8702,85" coordsize="182,0" path="m8702,85l8884,85e" filled="f" stroked="t" strokeweight=".3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</w:rPr>
        <w:t>sol</w:t>
      </w:r>
      <w:r>
        <w:rPr>
          <w:rFonts w:ascii="Times New Roman" w:hAnsi="Times New Roman" w:cs="Times New Roman" w:eastAsia="Times New Roman"/>
          <w:sz w:val="20"/>
          <w:szCs w:val="2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w w:val="99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7"/>
          <w:i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7"/>
          <w:position w:val="-3"/>
        </w:rPr>
        <w:t>min</w:t>
      </w:r>
      <w:r>
        <w:rPr>
          <w:rFonts w:ascii="Times New Roman" w:hAnsi="Times New Roman" w:cs="Times New Roman" w:eastAsia="Times New Roman"/>
          <w:sz w:val="14"/>
          <w:szCs w:val="14"/>
          <w:spacing w:val="12"/>
          <w:w w:val="127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2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3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6"/>
          <w:w w:val="100"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−</w:t>
      </w:r>
      <w:r>
        <w:rPr>
          <w:rFonts w:ascii="Menlo" w:hAnsi="Menlo" w:cs="Menlo" w:eastAsia="Menlo"/>
          <w:sz w:val="20"/>
          <w:szCs w:val="20"/>
          <w:spacing w:val="-6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i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301" w:lineRule="exact"/>
        <w:ind w:right="-8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Menlo" w:hAnsi="Menlo" w:cs="Menlo" w:eastAsia="Menlo"/>
          <w:sz w:val="20"/>
          <w:szCs w:val="20"/>
          <w:w w:val="137"/>
          <w:i/>
          <w:position w:val="15"/>
        </w:rPr>
        <w:t>√</w:t>
      </w:r>
      <w:r>
        <w:rPr>
          <w:rFonts w:ascii="Times New Roman" w:hAnsi="Times New Roman" w:cs="Times New Roman" w:eastAsia="Times New Roman"/>
          <w:sz w:val="20"/>
          <w:szCs w:val="20"/>
          <w:w w:val="114"/>
          <w:i/>
          <w:position w:val="-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34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5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5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14"/>
          <w:w w:val="100"/>
          <w:i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7"/>
          <w:i/>
          <w:position w:val="-2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7"/>
          <w:position w:val="-5"/>
        </w:rPr>
        <w:t>max</w:t>
      </w:r>
      <w:r>
        <w:rPr>
          <w:rFonts w:ascii="Times New Roman" w:hAnsi="Times New Roman" w:cs="Times New Roman" w:eastAsia="Times New Roman"/>
          <w:sz w:val="14"/>
          <w:szCs w:val="14"/>
          <w:spacing w:val="13"/>
          <w:w w:val="127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7"/>
          <w:position w:val="-2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27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5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6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6"/>
          <w:position w:val="-2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6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6"/>
          <w:i/>
          <w:position w:val="-2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301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Menlo" w:hAnsi="Menlo" w:cs="Menlo" w:eastAsia="Menlo"/>
          <w:sz w:val="20"/>
          <w:szCs w:val="20"/>
          <w:w w:val="137"/>
          <w:i/>
          <w:position w:val="15"/>
        </w:rPr>
        <w:t>√</w:t>
      </w:r>
      <w:r>
        <w:rPr>
          <w:rFonts w:ascii="Times New Roman" w:hAnsi="Times New Roman" w:cs="Times New Roman" w:eastAsia="Times New Roman"/>
          <w:sz w:val="20"/>
          <w:szCs w:val="20"/>
          <w:w w:val="114"/>
          <w:i/>
          <w:position w:val="-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34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5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6"/>
          <w:w w:val="100"/>
          <w:i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-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-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-2"/>
        </w:rPr>
        <w:t>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-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3" w:equalWidth="0">
            <w:col w:w="4480" w:space="6"/>
            <w:col w:w="2324" w:space="6"/>
            <w:col w:w="1984"/>
          </w:cols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637" w:right="-82"/>
        <w:jc w:val="left"/>
        <w:tabs>
          <w:tab w:pos="2260" w:val="left"/>
        </w:tabs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v:group style="position:absolute;margin-left:159.151993pt;margin-top:6.64595pt;width:39.329pt;height:1.4745pt;mso-position-horizontal-relative:page;mso-position-vertical-relative:paragraph;z-index:-528" coordorigin="3183,133" coordsize="787,29">
            <v:group style="position:absolute;left:3187;top:137;width:779;height:2" coordorigin="3187,137" coordsize="779,2">
              <v:shape style="position:absolute;left:3187;top:137;width:779;height:2" coordorigin="3187,137" coordsize="779,0" path="m3187,137l3966,137e" filled="f" stroked="t" strokeweight=".398pt" strokecolor="#000000">
                <v:path arrowok="t"/>
              </v:shape>
            </v:group>
            <v:group style="position:absolute;left:3655;top:159;width:141;height:2" coordorigin="3655,159" coordsize="141,2">
              <v:shape style="position:absolute;left:3655;top:159;width:141;height:2" coordorigin="3655,159" coordsize="141,0" path="m3655,159l3796,159e" filled="f" stroked="t" strokeweight=".339pt" strokecolor="#000000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3.768005pt;margin-top:-.3384pt;width:64.009944pt;height:12.9118pt;mso-position-horizontal-relative:page;mso-position-vertical-relative:paragraph;z-index:-523" type="#_x0000_t202" filled="f" stroked="f">
            <v:textbox inset="0,0,0,0">
              <w:txbxContent>
                <w:p>
                  <w:pPr>
                    <w:spacing w:before="0" w:after="0" w:line="255" w:lineRule="exact"/>
                    <w:ind w:right="-79"/>
                    <w:jc w:val="left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  <w:i/>
                      <w:position w:val="1"/>
                    </w:rPr>
                    <w:t>σ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  <w:i/>
                      <w:position w:val="-2"/>
                    </w:rPr>
                    <w:t>µ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  <w:i/>
                      <w:position w:val="-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27"/>
                      <w:w w:val="100"/>
                      <w:i/>
                      <w:position w:val="-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37"/>
                      <w:position w:val="1"/>
                    </w:rPr>
                    <w:t>=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1"/>
                      <w:w w:val="137"/>
                      <w:position w:val="1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30"/>
                      <w:i/>
                      <w:position w:val="10"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0"/>
                      <w:w w:val="144"/>
                      <w:position w:val="8"/>
                    </w:rPr>
                    <w:t>max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-15"/>
                      <w:w w:val="100"/>
                      <w:position w:val="8"/>
                    </w:rPr>
                    <w:t> </w:t>
                  </w:r>
                  <w:r>
                    <w:rPr>
                      <w:rFonts w:ascii="Courier" w:hAnsi="Courier" w:cs="Courier" w:eastAsia="Courier"/>
                      <w:sz w:val="14"/>
                      <w:szCs w:val="14"/>
                      <w:spacing w:val="0"/>
                      <w:w w:val="148"/>
                      <w:i/>
                      <w:position w:val="10"/>
                    </w:rPr>
                    <w:t>−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30"/>
                      <w:i/>
                      <w:position w:val="10"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0"/>
                      <w:w w:val="144"/>
                      <w:position w:val="8"/>
                    </w:rPr>
                    <w:t>min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4"/>
          <w:szCs w:val="14"/>
          <w:w w:val="113"/>
          <w:position w:val="-9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3"/>
          <w:w w:val="136"/>
          <w:i/>
          <w:position w:val="-9"/>
        </w:rPr>
        <w:t>k</w:t>
      </w:r>
      <w:r>
        <w:rPr>
          <w:rFonts w:ascii="Courier" w:hAnsi="Courier" w:cs="Courier" w:eastAsia="Courier"/>
          <w:sz w:val="14"/>
          <w:szCs w:val="14"/>
          <w:spacing w:val="0"/>
          <w:w w:val="170"/>
          <w:i/>
          <w:position w:val="2"/>
        </w:rPr>
        <w:t>√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9"/>
          <w:i/>
          <w:position w:val="-9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9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9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  <w:i/>
          <w:position w:val="-3"/>
        </w:rPr>
        <w:t>hn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0" w:after="0" w:line="201" w:lineRule="exact"/>
        <w:ind w:right="-20"/>
        <w:jc w:val="left"/>
        <w:tabs>
          <w:tab w:pos="6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3"/>
          <w:position w:val="-4"/>
        </w:rPr>
        <w:t>prior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4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4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220"/>
          <w:position w:val="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168" w:lineRule="exact"/>
        <w:ind w:left="91" w:right="-79"/>
        <w:jc w:val="left"/>
        <w:tabs>
          <w:tab w:pos="4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1"/>
        </w:rPr>
        <w:t>∼</w:t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1"/>
        </w:rPr>
        <w:tab/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1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54" w:lineRule="exact"/>
        <w:ind w:left="-36" w:right="-31"/>
        <w:jc w:val="center"/>
        <w:tabs>
          <w:tab w:pos="480" w:val="left"/>
        </w:tabs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w w:val="141"/>
          <w:position w:val="1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26"/>
          <w:w w:val="199"/>
          <w:i/>
          <w:position w:val="-4"/>
        </w:rPr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99"/>
          <w:i/>
          <w:u w:val="single" w:color="000000"/>
          <w:position w:val="-4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u w:val="single" w:color="000000"/>
          <w:position w:val="-4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u w:val="single" w:color="000000"/>
          <w:position w:val="-4"/>
        </w:rPr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4"/>
        </w:rPr>
      </w:r>
      <w:r>
        <w:rPr>
          <w:rFonts w:ascii="Times New Roman" w:hAnsi="Times New Roman" w:cs="Times New Roman" w:eastAsia="Times New Roman"/>
          <w:sz w:val="14"/>
          <w:szCs w:val="14"/>
          <w:spacing w:val="1"/>
          <w:w w:val="100"/>
          <w:i/>
          <w:position w:val="-4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"/>
          <w:w w:val="146"/>
          <w:i/>
          <w:position w:val="-4"/>
        </w:rPr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6"/>
          <w:i/>
          <w:u w:val="single" w:color="000000"/>
          <w:position w:val="-4"/>
        </w:rPr>
        <w:t>τ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6"/>
          <w:i/>
          <w:u w:val="single" w:color="000000"/>
          <w:position w:val="-4"/>
        </w:rPr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99"/>
          <w:i/>
          <w:u w:val="single" w:color="000000"/>
          <w:position w:val="-4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u w:val="single" w:color="000000"/>
          <w:position w:val="-4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u w:val="single" w:color="000000"/>
          <w:position w:val="-4"/>
        </w:rPr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4"/>
        </w:rPr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0" w:after="0" w:line="192" w:lineRule="exact"/>
        <w:ind w:left="82" w:right="-56"/>
        <w:jc w:val="center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v:group style="position:absolute;margin-left:403.93399pt;margin-top:2.000344pt;width:7.058pt;height:.1pt;mso-position-horizontal-relative:page;mso-position-vertical-relative:paragraph;z-index:-527" coordorigin="8079,40" coordsize="141,2">
            <v:shape style="position:absolute;left:8079;top:40;width:141;height:2" coordorigin="8079,40" coordsize="141,0" path="m8079,40l8220,40e" filled="f" stroked="t" strokeweight=".33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4"/>
          <w:szCs w:val="14"/>
          <w:w w:val="113"/>
          <w:position w:val="-1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3"/>
          <w:w w:val="136"/>
          <w:i/>
          <w:position w:val="-1"/>
        </w:rPr>
        <w:t>k</w:t>
      </w:r>
      <w:r>
        <w:rPr>
          <w:rFonts w:ascii="Courier" w:hAnsi="Courier" w:cs="Courier" w:eastAsia="Courier"/>
          <w:sz w:val="14"/>
          <w:szCs w:val="14"/>
          <w:spacing w:val="0"/>
          <w:w w:val="170"/>
          <w:i/>
          <w:position w:val="11"/>
        </w:rPr>
        <w:t>√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9"/>
          <w:i/>
          <w:position w:val="-1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10" w:after="0" w:line="240" w:lineRule="auto"/>
        <w:ind w:right="-7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w w:val="188"/>
          <w:position w:val="-6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w w:val="113"/>
          <w:position w:val="-10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29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τ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5" w:equalWidth="0">
            <w:col w:w="4788" w:space="122"/>
            <w:col w:w="934" w:space="99"/>
            <w:col w:w="547" w:space="34"/>
            <w:col w:w="331" w:space="89"/>
            <w:col w:w="1856"/>
          </w:cols>
        </w:sectPr>
      </w:pPr>
      <w:rPr/>
    </w:p>
    <w:p>
      <w:pPr>
        <w:spacing w:before="31" w:after="0" w:line="240" w:lineRule="exact"/>
        <w:ind w:left="955" w:right="91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i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8"/>
          <w:position w:val="-3"/>
        </w:rPr>
        <w:t>max</w:t>
      </w:r>
      <w:r>
        <w:rPr>
          <w:rFonts w:ascii="Times New Roman" w:hAnsi="Times New Roman" w:cs="Times New Roman" w:eastAsia="Times New Roman"/>
          <w:sz w:val="14"/>
          <w:szCs w:val="14"/>
          <w:spacing w:val="15"/>
          <w:w w:val="118"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−</w:t>
      </w:r>
      <w:r>
        <w:rPr>
          <w:rFonts w:ascii="Menlo" w:hAnsi="Menlo" w:cs="Menlo" w:eastAsia="Menlo"/>
          <w:sz w:val="20"/>
          <w:szCs w:val="20"/>
          <w:spacing w:val="-7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1"/>
          <w:position w:val="-3"/>
        </w:rPr>
        <w:t>min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1"/>
          <w:i/>
          <w:position w:val="-3"/>
        </w:rPr>
        <w:t>hn</w:t>
      </w:r>
      <w:r>
        <w:rPr>
          <w:rFonts w:ascii="Times New Roman" w:hAnsi="Times New Roman" w:cs="Times New Roman" w:eastAsia="Times New Roman"/>
          <w:sz w:val="14"/>
          <w:szCs w:val="14"/>
          <w:spacing w:val="42"/>
          <w:w w:val="121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akl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ema,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7"/>
          <w:position w:val="-3"/>
        </w:rPr>
        <w:t>min</w:t>
      </w:r>
      <w:r>
        <w:rPr>
          <w:rFonts w:ascii="Times New Roman" w:hAnsi="Times New Roman" w:cs="Times New Roman" w:eastAsia="Times New Roman"/>
          <w:sz w:val="14"/>
          <w:szCs w:val="14"/>
          <w:spacing w:val="39"/>
          <w:w w:val="117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2"/>
          <w:position w:val="-3"/>
        </w:rPr>
        <w:t>max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aram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rat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oll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4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2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22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1" w:after="0" w:line="240" w:lineRule="auto"/>
        <w:ind w:left="147" w:right="-7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3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-11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72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w w:val="14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i/>
          <w:position w:val="-9"/>
        </w:rPr>
        <w:t>τ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  <w:position w:val="-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8"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3"/>
          <w:position w:val="-4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293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38" w:after="0" w:line="240" w:lineRule="auto"/>
        <w:ind w:left="1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30.654007pt;margin-top:1.91191pt;width:10.482pt;height:.1pt;mso-position-horizontal-relative:page;mso-position-vertical-relative:paragraph;z-index:-526" coordorigin="4613,38" coordsize="210,2">
            <v:shape style="position:absolute;left:4613;top:38;width:210;height:2" coordorigin="4613,38" coordsize="210,0" path="m4613,38l4823,38e" filled="f" stroked="t" strokeweight=".3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w w:val="99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w w:val="116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3" w:equalWidth="0">
            <w:col w:w="2231" w:space="33"/>
            <w:col w:w="412" w:space="99"/>
            <w:col w:w="6025"/>
          </w:cols>
        </w:sectPr>
      </w:pPr>
      <w:rPr/>
    </w:p>
    <w:p>
      <w:pPr>
        <w:spacing w:before="69" w:after="0" w:line="240" w:lineRule="auto"/>
        <w:ind w:left="168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1"/>
          <w:position w:val="-3"/>
        </w:rPr>
        <w:t>min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4"/>
          <w:w w:val="100"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≤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≤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2"/>
          <w:position w:val="-3"/>
        </w:rPr>
        <w:t>max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Φ(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i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−</w:t>
      </w:r>
      <w:r>
        <w:rPr>
          <w:rFonts w:ascii="Menlo" w:hAnsi="Menlo" w:cs="Menlo" w:eastAsia="Menlo"/>
          <w:sz w:val="20"/>
          <w:szCs w:val="20"/>
          <w:spacing w:val="-7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Φ(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−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6"/>
          <w:i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804" w:right="-7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≤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2"/>
          <w:position w:val="-3"/>
        </w:rPr>
        <w:t>max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7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i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</w:rPr>
        <w:t>≤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305" w:lineRule="exact"/>
        <w:ind w:left="-42" w:right="-62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i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8"/>
          <w:position w:val="-3"/>
        </w:rPr>
        <w:t>max</w:t>
      </w:r>
      <w:r>
        <w:rPr>
          <w:rFonts w:ascii="Times New Roman" w:hAnsi="Times New Roman" w:cs="Times New Roman" w:eastAsia="Times New Roman"/>
          <w:sz w:val="14"/>
          <w:szCs w:val="14"/>
          <w:spacing w:val="15"/>
          <w:w w:val="118"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−</w:t>
      </w:r>
      <w:r>
        <w:rPr>
          <w:rFonts w:ascii="Menlo" w:hAnsi="Menlo" w:cs="Menlo" w:eastAsia="Menlo"/>
          <w:sz w:val="20"/>
          <w:szCs w:val="20"/>
          <w:spacing w:val="-7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-3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spacing w:val="13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9"/>
          <w:position w:val="15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24" w:after="0" w:line="240" w:lineRule="auto"/>
        <w:ind w:left="338" w:right="469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315.852997pt;margin-top:1.210942pt;width:42.733pt;height:.1pt;mso-position-horizontal-relative:page;mso-position-vertical-relative:paragraph;z-index:-525" coordorigin="6317,24" coordsize="855,2">
            <v:shape style="position:absolute;left:6317;top:24;width:855;height:2" coordorigin="6317,24" coordsize="855,0" path="m6317,24l7172,24e" filled="f" stroked="t" strokeweight=".3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i/>
        </w:rPr>
        <w:t>τ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Menlo" w:hAnsi="Menlo" w:cs="Menlo" w:eastAsia="Menlo"/>
          <w:sz w:val="20"/>
          <w:szCs w:val="20"/>
          <w:w w:val="128"/>
          <w:i/>
        </w:rPr>
        <w:t>≈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i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</w:rPr>
        <w:t>≤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6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Φ(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6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4" w:equalWidth="0">
            <w:col w:w="3858" w:space="138"/>
            <w:col w:w="571" w:space="30"/>
            <w:col w:w="984" w:space="55"/>
            <w:col w:w="3164"/>
          </w:cols>
        </w:sectPr>
      </w:pPr>
      <w:rPr/>
    </w:p>
    <w:p>
      <w:pPr>
        <w:spacing w:before="69" w:after="0" w:line="240" w:lineRule="auto"/>
        <w:ind w:left="150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≤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1"/>
          <w:position w:val="-3"/>
        </w:rPr>
        <w:t>min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Φ(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−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6"/>
          <w:i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exact"/>
        <w:ind w:left="955" w:right="91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-14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ema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mat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95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obab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9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10"/>
          <w:i/>
          <w:position w:val="0"/>
        </w:rPr>
        <w:t>∈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position w:val="0"/>
        </w:rPr>
        <w:t>[1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3]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ial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amet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oss-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ali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34" w:lineRule="exact"/>
        <w:ind w:left="125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15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position w:val="16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91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20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ugat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ale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4" w:after="0" w:line="240" w:lineRule="exact"/>
        <w:ind w:left="955" w:right="91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on,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ν</w:t>
      </w:r>
      <w:r>
        <w:rPr>
          <w:rFonts w:ascii="Times New Roman" w:hAnsi="Times New Roman" w:cs="Times New Roman" w:eastAsia="Times New Roman"/>
          <w:sz w:val="20"/>
          <w:szCs w:val="20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5"/>
          <w:i/>
        </w:rPr>
        <w:t>λχ</w:t>
      </w:r>
      <w:r>
        <w:rPr>
          <w:rFonts w:ascii="Courier" w:hAnsi="Courier" w:cs="Courier" w:eastAsia="Courier"/>
          <w:sz w:val="14"/>
          <w:szCs w:val="14"/>
          <w:spacing w:val="0"/>
          <w:w w:val="135"/>
          <w:i/>
          <w:position w:val="7"/>
        </w:rPr>
        <w:t>−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3"/>
          <w:w w:val="135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ν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ugge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hat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6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6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ν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0"/>
        </w:rPr>
        <w:t>∈</w:t>
      </w:r>
      <w:r>
        <w:rPr>
          <w:rFonts w:ascii="Menlo" w:hAnsi="Menlo" w:cs="Menlo" w:eastAsia="Menlo"/>
          <w:sz w:val="20"/>
          <w:szCs w:val="20"/>
          <w:spacing w:val="-3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position w:val="0"/>
        </w:rPr>
        <w:t>[3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10]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omme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fau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oice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64" w:after="0" w:line="240" w:lineRule="auto"/>
        <w:ind w:left="955" w:right="-7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4"/>
          <w:i/>
        </w:rPr>
        <w:t>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3"/>
          <w:w w:val="115"/>
          <w:i/>
        </w:rPr>
        <w:t>σ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49"/>
        </w:rPr>
        <w:t>ˆ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&lt;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5"/>
          <w:i/>
          <w:position w:val="-3"/>
        </w:rPr>
        <w:t>i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∼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94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w w:val="178"/>
          <w:position w:val="2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w w:val="131"/>
          <w:b/>
          <w:bCs/>
          <w:i/>
          <w:position w:val="-2"/>
        </w:rPr>
        <w:t>x</w:t>
      </w:r>
      <w:r>
        <w:rPr>
          <w:rFonts w:ascii="Courier" w:hAnsi="Courier" w:cs="Courier" w:eastAsia="Courier"/>
          <w:sz w:val="14"/>
          <w:szCs w:val="14"/>
          <w:spacing w:val="20"/>
          <w:w w:val="54"/>
          <w:i/>
          <w:position w:val="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93"/>
          <w:w w:val="128"/>
          <w:b/>
          <w:bCs/>
          <w:i/>
          <w:position w:val="-2"/>
        </w:rPr>
        <w:t>β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9"/>
          <w:position w:val="4"/>
        </w:rPr>
        <w:t>ˆ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  <w:position w:val="-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-2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-139"/>
          <w:w w:val="135"/>
          <w:i/>
          <w:position w:val="-2"/>
        </w:rPr>
        <w:t>σ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35"/>
          <w:position w:val="-2"/>
        </w:rPr>
        <w:t>ˆ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position w:val="6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position w:val="6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35"/>
          <w:w w:val="135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2" w:equalWidth="0">
            <w:col w:w="6803" w:space="33"/>
            <w:col w:w="1964"/>
          </w:cols>
        </w:sectPr>
      </w:pPr>
      <w:rPr/>
    </w:p>
    <w:p>
      <w:pPr>
        <w:spacing w:before="0" w:after="0" w:line="319" w:lineRule="exact"/>
        <w:ind w:left="955" w:right="90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40.277008pt;margin-top:-5.650512pt;width:2.817415pt;height:6.9738pt;mso-position-horizontal-relative:page;mso-position-vertical-relative:paragraph;z-index:-522" type="#_x0000_t202" filled="f" stroked="f">
            <v:textbox inset="0,0,0,0">
              <w:txbxContent>
                <w:p>
                  <w:pPr>
                    <w:spacing w:before="0" w:after="0" w:line="135" w:lineRule="exact"/>
                    <w:ind w:right="-61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45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3"/>
          <w:w w:val="115"/>
          <w:i/>
        </w:rPr>
        <w:t>σ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9"/>
        </w:rPr>
        <w:t>ˆ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3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</w:rPr>
        <w:t>s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0"/>
          <w:i/>
          <w:position w:val="-3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-2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Sol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4"/>
          <w:i/>
          <w:position w:val="0"/>
        </w:rPr>
        <w:t>λ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4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21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35"/>
          <w:w w:val="100"/>
          <w:position w:val="7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0"/>
        </w:rPr>
        <w:t>≤</w:t>
      </w:r>
      <w:r>
        <w:rPr>
          <w:rFonts w:ascii="Menlo" w:hAnsi="Menlo" w:cs="Menlo" w:eastAsia="Menlo"/>
          <w:sz w:val="20"/>
          <w:szCs w:val="20"/>
          <w:spacing w:val="-6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3"/>
          <w:w w:val="115"/>
          <w:i/>
          <w:position w:val="0"/>
        </w:rPr>
        <w:t>σ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49"/>
          <w:position w:val="0"/>
        </w:rPr>
        <w:t>ˆ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3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16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82"/>
          <w:position w:val="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gges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26" w:lineRule="exact"/>
        <w:ind w:left="955" w:right="91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ua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i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00"/>
          <w:i/>
        </w:rPr>
        <w:t>∈</w:t>
      </w:r>
      <w:r>
        <w:rPr>
          <w:rFonts w:ascii="Menlo" w:hAnsi="Menlo" w:cs="Menlo" w:eastAsia="Menlo"/>
          <w:sz w:val="20"/>
          <w:szCs w:val="20"/>
          <w:spacing w:val="-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[0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75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99]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0.9.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955" w:right="247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ν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ial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s-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9" w:lineRule="auto"/>
        <w:ind w:left="955" w:right="916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gume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ce: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2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oice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100.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5" w:right="4134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  </w:t>
      </w:r>
      <w:r>
        <w:rPr>
          <w:rFonts w:ascii="Times New Roman" w:hAnsi="Times New Roman" w:cs="Times New Roman" w:eastAsia="Times New Roman"/>
          <w:sz w:val="28"/>
          <w:szCs w:val="28"/>
          <w:spacing w:val="6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11"/>
          <w:w w:val="117"/>
          <w:b/>
          <w:bCs/>
        </w:rPr>
        <w:t>P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os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er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io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29"/>
          <w:w w:val="117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co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8"/>
          <w:b/>
          <w:bCs/>
        </w:rPr>
        <w:t>mput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1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5"/>
          <w:b/>
          <w:bCs/>
        </w:rPr>
        <w:t>ti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on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exact"/>
        <w:ind w:left="955" w:right="91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75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Chai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MCMC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Hanc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</w:rPr>
        <w:t>T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1"/>
          <w:i/>
          <w:position w:val="-3"/>
        </w:rPr>
        <w:t>hn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1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9"/>
          <w:w w:val="121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0"/>
        </w:rPr>
        <w:t>∈</w:t>
      </w:r>
      <w:r>
        <w:rPr>
          <w:rFonts w:ascii="Menlo" w:hAnsi="Menlo" w:cs="Menlo" w:eastAsia="Menlo"/>
          <w:sz w:val="20"/>
          <w:szCs w:val="20"/>
          <w:spacing w:val="-27"/>
          <w:w w:val="100"/>
          <w:i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0"/>
          <w:i/>
          <w:position w:val="0"/>
        </w:rPr>
        <w:t>L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0"/>
          <w:i/>
          <w:position w:val="-3"/>
        </w:rPr>
        <w:t>h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0"/>
          <w:w w:val="12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ous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1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4" w:after="0" w:line="241" w:lineRule="auto"/>
        <w:ind w:left="955" w:right="913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man,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1984;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1990)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amet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onals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yt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i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1"/>
          <w:i/>
          <w:position w:val="-3"/>
        </w:rPr>
        <w:t>hn</w:t>
      </w:r>
      <w:r>
        <w:rPr>
          <w:rFonts w:ascii="Times New Roman" w:hAnsi="Times New Roman" w:cs="Times New Roman" w:eastAsia="Times New Roman"/>
          <w:sz w:val="14"/>
          <w:szCs w:val="14"/>
          <w:spacing w:val="27"/>
          <w:w w:val="121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mal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  <w:position w:val="0"/>
        </w:rPr>
        <w:t>σ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-1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rom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-s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onal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7" w:after="0" w:line="249" w:lineRule="auto"/>
        <w:ind w:left="955" w:right="636" w:firstLine="29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-G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am-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1991,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1993)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-Hast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H)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ep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2" w:after="0" w:line="249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1953;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1970)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bs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ary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(C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1998,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2013)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(N.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egie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(1998)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2007)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2016))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oses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7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obab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elec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“k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s”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39" w:lineRule="auto"/>
        <w:ind w:left="955" w:right="913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robabi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osal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  <w:i/>
        </w:rPr>
        <w:t>x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-17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16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mor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0"/>
        </w:rPr>
        <w:t>µ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  <w:i/>
          <w:position w:val="-3"/>
        </w:rPr>
        <w:t>hn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m)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21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sear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ge,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6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5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5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5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i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5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31"/>
          <w:w w:val="139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4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4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∗</w:t>
      </w:r>
      <w:r>
        <w:rPr>
          <w:rFonts w:ascii="Courier" w:hAnsi="Courier" w:cs="Courier" w:eastAsia="Courier"/>
          <w:sz w:val="14"/>
          <w:szCs w:val="14"/>
          <w:spacing w:val="-1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subs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pt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e)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∗</w:t>
      </w:r>
      <w:r>
        <w:rPr>
          <w:rFonts w:ascii="Courier" w:hAnsi="Courier" w:cs="Courier" w:eastAsia="Courier"/>
          <w:sz w:val="14"/>
          <w:szCs w:val="14"/>
          <w:spacing w:val="6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3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44"/>
          <w:w w:val="139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21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44"/>
          <w:w w:val="139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∗</w:t>
      </w:r>
      <w:r>
        <w:rPr>
          <w:rFonts w:ascii="Courier" w:hAnsi="Courier" w:cs="Courier" w:eastAsia="Courier"/>
          <w:sz w:val="14"/>
          <w:szCs w:val="14"/>
          <w:spacing w:val="-11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oll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y: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pgMar w:header="0" w:footer="1737" w:top="1480" w:bottom="1920" w:left="1720" w:right="1720"/>
          <w:pgSz w:w="12240" w:h="15840"/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-20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i/>
        </w:rPr>
        <w:t>π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9"/>
          <w:position w:val="-3"/>
        </w:rPr>
        <w:t>BI</w:t>
      </w:r>
      <w:r>
        <w:rPr>
          <w:rFonts w:ascii="Times New Roman" w:hAnsi="Times New Roman" w:cs="Times New Roman" w:eastAsia="Times New Roman"/>
          <w:sz w:val="14"/>
          <w:szCs w:val="14"/>
          <w:spacing w:val="-17"/>
          <w:w w:val="129"/>
          <w:position w:val="-3"/>
        </w:rPr>
        <w:t>R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9"/>
          <w:position w:val="-3"/>
        </w:rPr>
        <w:t>TH</w:t>
      </w:r>
      <w:r>
        <w:rPr>
          <w:rFonts w:ascii="Times New Roman" w:hAnsi="Times New Roman" w:cs="Times New Roman" w:eastAsia="Times New Roman"/>
          <w:sz w:val="14"/>
          <w:szCs w:val="14"/>
          <w:spacing w:val="-18"/>
          <w:w w:val="129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346" w:lineRule="exact"/>
        <w:ind w:right="-20"/>
        <w:jc w:val="left"/>
        <w:tabs>
          <w:tab w:pos="3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220"/>
          <w:position w:val="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2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2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-2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-2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-2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97"/>
          <w:i/>
          <w:position w:val="5"/>
        </w:rPr>
        <w:t>∗</w:t>
      </w:r>
      <w:r>
        <w:rPr>
          <w:rFonts w:ascii="Courier" w:hAnsi="Courier" w:cs="Courier" w:eastAsia="Courier"/>
          <w:sz w:val="14"/>
          <w:szCs w:val="14"/>
          <w:spacing w:val="-41"/>
          <w:w w:val="100"/>
          <w:i/>
          <w:position w:val="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-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82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-2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-2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5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5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-2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-2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97"/>
          <w:i/>
          <w:position w:val="5"/>
        </w:rPr>
        <w:t>∗</w:t>
      </w:r>
      <w:r>
        <w:rPr>
          <w:rFonts w:ascii="Courier" w:hAnsi="Courier" w:cs="Courier" w:eastAsia="Courier"/>
          <w:sz w:val="14"/>
          <w:szCs w:val="14"/>
          <w:spacing w:val="-41"/>
          <w:w w:val="100"/>
          <w:i/>
          <w:position w:val="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-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33" w:after="0" w:line="240" w:lineRule="auto"/>
        <w:ind w:left="35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302.58902pt;margin-top:1.861138pt;width:78.36pt;height:.1pt;mso-position-horizontal-relative:page;mso-position-vertical-relative:paragraph;z-index:-521" coordorigin="6052,37" coordsize="1567,2">
            <v:shape style="position:absolute;left:6052;top:37;width:1567;height:2" coordorigin="6052,37" coordsize="1567,0" path="m6052,37l7619,37e" filled="f" stroked="t" strokeweight=".398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91.984009pt;margin-top:-3.120805pt;width:7.74164pt;height:9.9626pt;mso-position-horizontal-relative:page;mso-position-vertical-relative:paragraph;z-index:-514" type="#_x0000_t202" filled="f" stroked="f">
            <v:textbox inset="0,0,0,0">
              <w:txbxContent>
                <w:p>
                  <w:pPr>
                    <w:spacing w:before="0" w:after="0" w:line="193" w:lineRule="exact"/>
                    <w:ind w:right="-7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w w:val="99"/>
                    </w:rPr>
                    <w:t>1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w w:val="11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6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97"/>
          <w:i/>
          <w:position w:val="6"/>
        </w:rPr>
        <w:t>∗</w:t>
      </w:r>
      <w:r>
        <w:rPr>
          <w:rFonts w:ascii="Courier" w:hAnsi="Courier" w:cs="Courier" w:eastAsia="Courier"/>
          <w:sz w:val="14"/>
          <w:szCs w:val="14"/>
          <w:spacing w:val="-41"/>
          <w:w w:val="100"/>
          <w:i/>
          <w:position w:val="6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6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2" w:equalWidth="0">
            <w:col w:w="3940" w:space="33"/>
            <w:col w:w="4827"/>
          </w:cols>
        </w:sectPr>
      </w:pPr>
      <w:rPr/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exact"/>
        <w:ind w:left="955" w:right="90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9"/>
          <w:w w:val="90"/>
          <w:i/>
          <w:position w:val="7"/>
        </w:rPr>
        <w:t>∗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38"/>
          <w:w w:val="139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∗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4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ec-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7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9"/>
          <w:w w:val="90"/>
          <w:i/>
          <w:position w:val="7"/>
        </w:rPr>
        <w:t>∗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obab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32"/>
          <w:w w:val="139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∗</w:t>
      </w:r>
      <w:r>
        <w:rPr>
          <w:rFonts w:ascii="Courier" w:hAnsi="Courier" w:cs="Courier" w:eastAsia="Courier"/>
          <w:sz w:val="14"/>
          <w:szCs w:val="14"/>
          <w:spacing w:val="-6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97"/>
          <w:i/>
          <w:position w:val="7"/>
        </w:rPr>
        <w:t>∗</w:t>
      </w:r>
      <w:r>
        <w:rPr>
          <w:rFonts w:ascii="Courier" w:hAnsi="Courier" w:cs="Courier" w:eastAsia="Courier"/>
          <w:sz w:val="14"/>
          <w:szCs w:val="14"/>
          <w:spacing w:val="-41"/>
          <w:w w:val="100"/>
          <w:i/>
          <w:position w:val="7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obab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∗</w:t>
      </w:r>
      <w:r>
        <w:rPr>
          <w:rFonts w:ascii="Courier" w:hAnsi="Courier" w:cs="Courier" w:eastAsia="Courier"/>
          <w:sz w:val="14"/>
          <w:szCs w:val="14"/>
          <w:spacing w:val="-12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42" w:lineRule="exact"/>
        <w:ind w:left="1115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-9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0" w:after="0" w:line="197" w:lineRule="exact"/>
        <w:ind w:left="955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1"/>
        </w:rPr>
        <w:tab/>
      </w:r>
      <w:r>
        <w:rPr>
          <w:rFonts w:ascii="Menlo" w:hAnsi="Menlo" w:cs="Menlo" w:eastAsia="Menlo"/>
          <w:sz w:val="20"/>
          <w:szCs w:val="20"/>
          <w:spacing w:val="0"/>
          <w:w w:val="100"/>
          <w:i/>
          <w:position w:val="1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1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8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1"/>
        </w:rPr>
        <w:t>H)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5" w:after="0" w:line="240" w:lineRule="auto"/>
        <w:ind w:left="125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5"/>
          <w:b/>
          <w:bCs/>
          <w:i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17"/>
          <w:w w:val="135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91" w:lineRule="auto"/>
        <w:ind w:left="955" w:right="88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2"/>
          <w:b/>
          <w:bCs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32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onally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ende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32"/>
          <w:b/>
          <w:bCs/>
          <w:i/>
        </w:rPr>
        <w:t>y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4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2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4"/>
          <w:position w:val="15"/>
        </w:rPr>
        <w:t>Ti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4"/>
          <w:i/>
          <w:position w:val="-6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-21"/>
          <w:w w:val="124"/>
          <w:i/>
          <w:position w:val="-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2"/>
          <w:b/>
          <w:bCs/>
          <w:i/>
          <w:position w:val="0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].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3" w:after="0" w:line="260" w:lineRule="exact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06.671005pt;margin-top:9.929546pt;width:22.834pt;height:.1pt;mso-position-horizontal-relative:page;mso-position-vertical-relative:paragraph;z-index:-520" coordorigin="4133,199" coordsize="457,2">
            <v:shape style="position:absolute;left:4133;top:199;width:457;height:2" coordorigin="4133,199" coordsize="457,0" path="m4133,199l4590,199e" filled="f" stroked="t" strokeweight=".398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6.671005pt;margin-top:10.126571pt;width:22.831538pt;height:7.472425pt;mso-position-horizontal-relative:page;mso-position-vertical-relative:paragraph;z-index:-513" type="#_x0000_t202" filled="f" stroked="f">
            <v:textbox inset="0,0,0,0">
              <w:txbxContent>
                <w:p>
                  <w:pPr>
                    <w:spacing w:before="0" w:after="0" w:line="145" w:lineRule="exact"/>
                    <w:ind w:right="-62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</w:rPr>
                    <w:t>P[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</w:rPr>
                    <w:t>  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14"/>
                      <w:w w:val="10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0"/>
                      <w:w w:val="169"/>
                      <w:i/>
                      <w:position w:val="4"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-15"/>
                      <w:w w:val="100"/>
                      <w:i/>
                      <w:position w:val="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  <w:position w:val="0"/>
                    </w:rPr>
                    <w:t>]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o,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P[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T</w:t>
      </w:r>
      <w:r>
        <w:rPr>
          <w:rFonts w:ascii="Courier" w:hAnsi="Courier" w:cs="Courier" w:eastAsia="Courier"/>
          <w:sz w:val="14"/>
          <w:szCs w:val="14"/>
          <w:spacing w:val="-14"/>
          <w:w w:val="100"/>
          <w:i/>
          <w:position w:val="7"/>
        </w:rPr>
        <w:t> </w:t>
      </w:r>
      <w:r>
        <w:rPr>
          <w:rFonts w:ascii="Courier" w:hAnsi="Courier" w:cs="Courier" w:eastAsia="Courier"/>
          <w:sz w:val="10"/>
          <w:szCs w:val="10"/>
          <w:spacing w:val="0"/>
          <w:w w:val="100"/>
          <w:i/>
          <w:position w:val="13"/>
        </w:rPr>
        <w:t>∗</w:t>
      </w:r>
      <w:r>
        <w:rPr>
          <w:rFonts w:ascii="Courier" w:hAnsi="Courier" w:cs="Courier" w:eastAsia="Courier"/>
          <w:sz w:val="10"/>
          <w:szCs w:val="10"/>
          <w:spacing w:val="-10"/>
          <w:w w:val="100"/>
          <w:i/>
          <w:position w:val="1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]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4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-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-3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-3"/>
        </w:rPr>
        <w:t>ms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3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2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  <w:position w:val="-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3"/>
        </w:rPr>
        <w:t>um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3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3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3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12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-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-3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-3"/>
        </w:rPr>
        <w:t>om-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79" w:lineRule="exact"/>
        <w:ind w:left="2566" w:right="-20"/>
        <w:jc w:val="left"/>
        <w:rPr>
          <w:rFonts w:ascii="Courier" w:hAnsi="Courier" w:cs="Courier" w:eastAsia="Courier"/>
          <w:sz w:val="14"/>
          <w:szCs w:val="14"/>
        </w:rPr>
      </w:pPr>
      <w:rPr/>
      <w:r>
        <w:rPr>
          <w:rFonts w:ascii="Courier" w:hAnsi="Courier" w:cs="Courier" w:eastAsia="Courier"/>
          <w:sz w:val="14"/>
          <w:szCs w:val="14"/>
          <w:spacing w:val="0"/>
          <w:w w:val="107"/>
          <w:i/>
          <w:position w:val="2"/>
        </w:rPr>
        <w:t>T</w:t>
      </w:r>
      <w:r>
        <w:rPr>
          <w:rFonts w:ascii="Courier" w:hAnsi="Courier" w:cs="Courier" w:eastAsia="Courier"/>
          <w:sz w:val="14"/>
          <w:szCs w:val="14"/>
          <w:spacing w:val="0"/>
          <w:w w:val="100"/>
          <w:position w:val="0"/>
        </w:rPr>
      </w:r>
    </w:p>
    <w:p>
      <w:pPr>
        <w:spacing w:before="0" w:after="0" w:line="202" w:lineRule="exact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96" w:lineRule="exact"/>
        <w:ind w:left="2782" w:right="2777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27.352997pt;margin-top:13.584936pt;width:57.176pt;height:.1pt;mso-position-horizontal-relative:page;mso-position-vertical-relative:paragraph;z-index:-519" coordorigin="4547,272" coordsize="1144,2">
            <v:shape style="position:absolute;left:4547;top:272;width:1144;height:2" coordorigin="4547,272" coordsize="1144,0" path="m4547,272l5691,272e" filled="f" stroked="t" strokeweight=".398pt" strokecolor="#000000">
              <v:path arrowok="t"/>
            </v:shape>
          </v:group>
          <w10:wrap type="none"/>
        </w:pict>
      </w:r>
      <w:r>
        <w:rPr/>
        <w:pict>
          <v:group style="position:absolute;margin-left:300.20401pt;margin-top:13.584936pt;width:83.69pt;height:.1pt;mso-position-horizontal-relative:page;mso-position-vertical-relative:paragraph;z-index:-518" coordorigin="6004,272" coordsize="1674,2">
            <v:shape style="position:absolute;left:6004;top:272;width:1674;height:2" coordorigin="6004,272" coordsize="1674,0" path="m6004,272l7678,272e" filled="f" stroked="t" strokeweight=".3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5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2"/>
          <w:b/>
          <w:bCs/>
          <w:i/>
          <w:position w:val="5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5"/>
          <w:position w:val="2"/>
        </w:rPr>
        <w:t>L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  <w:position w:val="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2"/>
          <w:b/>
          <w:bCs/>
          <w:i/>
          <w:position w:val="5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4"/>
          <w:position w:val="2"/>
        </w:rPr>
        <w:t>R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2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5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5"/>
        </w:rPr>
        <w:t> </w:t>
      </w:r>
      <w:r>
        <w:rPr>
          <w:rFonts w:ascii="Courier" w:hAnsi="Courier" w:cs="Courier" w:eastAsia="Courier"/>
          <w:sz w:val="14"/>
          <w:szCs w:val="14"/>
          <w:spacing w:val="9"/>
          <w:w w:val="90"/>
          <w:i/>
          <w:position w:val="12"/>
        </w:rPr>
        <w:t>∗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position w:val="5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90"/>
          <w:position w:val="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-8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37"/>
          <w:position w:val="-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5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2"/>
          <w:b/>
          <w:bCs/>
          <w:i/>
          <w:position w:val="5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5"/>
          <w:position w:val="2"/>
        </w:rPr>
        <w:t>L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2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5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5"/>
        </w:rPr>
        <w:t> </w:t>
      </w:r>
      <w:r>
        <w:rPr>
          <w:rFonts w:ascii="Courier" w:hAnsi="Courier" w:cs="Courier" w:eastAsia="Courier"/>
          <w:sz w:val="14"/>
          <w:szCs w:val="14"/>
          <w:spacing w:val="9"/>
          <w:w w:val="90"/>
          <w:i/>
          <w:position w:val="12"/>
        </w:rPr>
        <w:t>∗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position w:val="5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0"/>
          <w:position w:val="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5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2"/>
          <w:b/>
          <w:bCs/>
          <w:i/>
          <w:position w:val="5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4"/>
          <w:position w:val="2"/>
        </w:rPr>
        <w:t>R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2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5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5"/>
        </w:rPr>
        <w:t> </w:t>
      </w:r>
      <w:r>
        <w:rPr>
          <w:rFonts w:ascii="Courier" w:hAnsi="Courier" w:cs="Courier" w:eastAsia="Courier"/>
          <w:sz w:val="14"/>
          <w:szCs w:val="14"/>
          <w:spacing w:val="10"/>
          <w:w w:val="97"/>
          <w:i/>
          <w:position w:val="12"/>
        </w:rPr>
        <w:t>∗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5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center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0" w:after="0" w:line="222" w:lineRule="exact"/>
        <w:ind w:right="-20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2"/>
          <w:b/>
          <w:bCs/>
          <w:i/>
          <w:position w:val="2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9"/>
          <w:position w:val="-1"/>
        </w:rPr>
        <w:t>LR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1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2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22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2"/>
          <w:b/>
          <w:bCs/>
          <w:i/>
          <w:position w:val="2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9"/>
          <w:position w:val="-1"/>
        </w:rPr>
        <w:t>LR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1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2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2" w:equalWidth="0">
            <w:col w:w="3893" w:space="735"/>
            <w:col w:w="4172"/>
          </w:cols>
        </w:sectPr>
      </w:pPr>
      <w:rPr/>
    </w:p>
    <w:p>
      <w:pPr>
        <w:spacing w:before="90" w:after="0" w:line="212" w:lineRule="exact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  <w:b/>
          <w:bCs/>
          <w:i/>
          <w:position w:val="-2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3"/>
          <w:position w:val="-5"/>
        </w:rPr>
        <w:t>L</w:t>
      </w:r>
      <w:r>
        <w:rPr>
          <w:rFonts w:ascii="Times New Roman" w:hAnsi="Times New Roman" w:cs="Times New Roman" w:eastAsia="Times New Roman"/>
          <w:sz w:val="14"/>
          <w:szCs w:val="14"/>
          <w:spacing w:val="39"/>
          <w:w w:val="123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2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cor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-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2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-2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-2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position w:val="-2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-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-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e;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2"/>
          <w:b/>
          <w:bCs/>
          <w:i/>
          <w:position w:val="-2"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4"/>
          <w:position w:val="-5"/>
        </w:rPr>
        <w:t>R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-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-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0" w:after="0" w:line="323" w:lineRule="exact"/>
        <w:ind w:left="955" w:right="-82"/>
        <w:jc w:val="left"/>
        <w:rPr>
          <w:rFonts w:ascii="Times New Roman" w:hAnsi="Times New Roman" w:cs="Times New Roman" w:eastAsia="Times New Roman"/>
          <w:sz w:val="10"/>
          <w:szCs w:val="1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76.320007pt;margin-top:11.32451pt;width:9.547880pt;height:7.471675pt;mso-position-horizontal-relative:page;mso-position-vertical-relative:paragraph;z-index:-512" type="#_x0000_t202" filled="f" stroked="f">
            <v:textbox inset="0,0,0,0">
              <w:txbxContent>
                <w:p>
                  <w:pPr>
                    <w:spacing w:before="0" w:after="0" w:line="146" w:lineRule="exact"/>
                    <w:ind w:right="-62"/>
                    <w:jc w:val="left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w w:val="152"/>
                      <w:b/>
                      <w:bCs/>
                      <w:i/>
                      <w:position w:val="1"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w w:val="144"/>
                      <w:position w:val="-1"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e;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  <w:b/>
          <w:bCs/>
          <w:i/>
        </w:rPr>
        <w:t>y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3"/>
          <w:position w:val="-3"/>
        </w:rPr>
        <w:t>LR</w:t>
      </w:r>
      <w:r>
        <w:rPr>
          <w:rFonts w:ascii="Times New Roman" w:hAnsi="Times New Roman" w:cs="Times New Roman" w:eastAsia="Times New Roman"/>
          <w:sz w:val="14"/>
          <w:szCs w:val="14"/>
          <w:spacing w:val="2"/>
          <w:w w:val="133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  <w:position w:val="2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30"/>
          <w:w w:val="133"/>
          <w:position w:val="22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52"/>
          <w:b/>
          <w:bCs/>
          <w:i/>
          <w:position w:val="8"/>
        </w:rPr>
        <w:t>y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35"/>
          <w:position w:val="6"/>
        </w:rPr>
        <w:t>L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00"/>
          <w:position w:val="0"/>
        </w:rPr>
      </w:r>
    </w:p>
    <w:p>
      <w:pPr>
        <w:spacing w:before="75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N.B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2" w:equalWidth="0">
            <w:col w:w="5998" w:space="128"/>
            <w:col w:w="2674"/>
          </w:cols>
        </w:sectPr>
      </w:pPr>
      <w:rPr/>
    </w:p>
    <w:p>
      <w:pPr>
        <w:spacing w:before="40" w:after="0" w:line="249" w:lineRule="auto"/>
        <w:ind w:left="955" w:right="91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9" w:lineRule="auto"/>
        <w:ind w:left="955" w:right="916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cel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“pl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ffer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ffe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“pl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s”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0" w:after="0" w:line="234" w:lineRule="exact"/>
        <w:ind w:left="955" w:right="-7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03.824997pt;margin-top:7.987942pt;width:22.834pt;height:.1pt;mso-position-horizontal-relative:page;mso-position-vertical-relative:paragraph;z-index:-517" coordorigin="4076,160" coordsize="457,2">
            <v:shape style="position:absolute;left:4076;top:160;width:457;height:2" coordorigin="4076,160" coordsize="457,0" path="m4076,160l4533,160e" filled="f" stroked="t" strokeweight=".398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3.824997pt;margin-top:8.185966pt;width:22.830538pt;height:7.471425pt;mso-position-horizontal-relative:page;mso-position-vertical-relative:paragraph;z-index:-511" type="#_x0000_t202" filled="f" stroked="f">
            <v:textbox inset="0,0,0,0">
              <w:txbxContent>
                <w:p>
                  <w:pPr>
                    <w:spacing w:before="0" w:after="0" w:line="145" w:lineRule="exact"/>
                    <w:ind w:right="-62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</w:rPr>
                    <w:t>P[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</w:rPr>
                    <w:t>  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14"/>
                      <w:w w:val="10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0"/>
                      <w:w w:val="169"/>
                      <w:i/>
                      <w:position w:val="4"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-15"/>
                      <w:w w:val="100"/>
                      <w:i/>
                      <w:position w:val="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  <w:position w:val="0"/>
                    </w:rPr>
                    <w:t>]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w w:val="103"/>
          <w:position w:val="-2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  <w:position w:val="-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-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-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-2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-2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-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-2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-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-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13"/>
          <w:position w:val="-2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P[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T</w:t>
      </w:r>
      <w:r>
        <w:rPr>
          <w:rFonts w:ascii="Courier" w:hAnsi="Courier" w:cs="Courier" w:eastAsia="Courier"/>
          <w:sz w:val="14"/>
          <w:szCs w:val="14"/>
          <w:spacing w:val="-14"/>
          <w:w w:val="100"/>
          <w:i/>
          <w:position w:val="7"/>
        </w:rPr>
        <w:t> </w:t>
      </w:r>
      <w:r>
        <w:rPr>
          <w:rFonts w:ascii="Courier" w:hAnsi="Courier" w:cs="Courier" w:eastAsia="Courier"/>
          <w:sz w:val="10"/>
          <w:szCs w:val="10"/>
          <w:spacing w:val="0"/>
          <w:w w:val="100"/>
          <w:i/>
          <w:position w:val="13"/>
        </w:rPr>
        <w:t>∗</w:t>
      </w:r>
      <w:r>
        <w:rPr>
          <w:rFonts w:ascii="Courier" w:hAnsi="Courier" w:cs="Courier" w:eastAsia="Courier"/>
          <w:sz w:val="10"/>
          <w:szCs w:val="10"/>
          <w:spacing w:val="-10"/>
          <w:w w:val="100"/>
          <w:i/>
          <w:position w:val="1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]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9"/>
          <w:w w:val="100"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79" w:lineRule="exact"/>
        <w:ind w:right="418"/>
        <w:jc w:val="right"/>
        <w:rPr>
          <w:rFonts w:ascii="Courier" w:hAnsi="Courier" w:cs="Courier" w:eastAsia="Courier"/>
          <w:sz w:val="14"/>
          <w:szCs w:val="14"/>
        </w:rPr>
      </w:pPr>
      <w:rPr/>
      <w:r>
        <w:rPr>
          <w:rFonts w:ascii="Courier" w:hAnsi="Courier" w:cs="Courier" w:eastAsia="Courier"/>
          <w:sz w:val="14"/>
          <w:szCs w:val="14"/>
          <w:spacing w:val="0"/>
          <w:w w:val="107"/>
          <w:i/>
          <w:position w:val="2"/>
        </w:rPr>
        <w:t>T</w:t>
      </w:r>
      <w:r>
        <w:rPr>
          <w:rFonts w:ascii="Courier" w:hAnsi="Courier" w:cs="Courier" w:eastAsia="Courier"/>
          <w:sz w:val="14"/>
          <w:szCs w:val="1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94" w:lineRule="exact"/>
        <w:ind w:right="-20"/>
        <w:jc w:val="left"/>
        <w:tabs>
          <w:tab w:pos="1500" w:val="left"/>
        </w:tabs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i/>
          <w:position w:val="-10"/>
        </w:rPr>
        <w:t>γ</w:t>
      </w:r>
      <w:r>
        <w:rPr>
          <w:rFonts w:ascii="Times New Roman" w:hAnsi="Times New Roman" w:cs="Times New Roman" w:eastAsia="Times New Roman"/>
          <w:sz w:val="14"/>
          <w:szCs w:val="14"/>
          <w:spacing w:val="-38"/>
          <w:w w:val="135"/>
          <w:i/>
          <w:position w:val="-1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10"/>
        </w:rPr>
        <w:tab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10"/>
        </w:rPr>
      </w:r>
      <w:r>
        <w:rPr>
          <w:rFonts w:ascii="Courier" w:hAnsi="Courier" w:cs="Courier" w:eastAsia="Courier"/>
          <w:sz w:val="14"/>
          <w:szCs w:val="14"/>
          <w:spacing w:val="0"/>
          <w:w w:val="135"/>
          <w:i/>
          <w:position w:val="-10"/>
        </w:rPr>
        <w:t>−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i/>
          <w:position w:val="-10"/>
        </w:rPr>
        <w:t>γ</w:t>
      </w:r>
      <w:r>
        <w:rPr>
          <w:rFonts w:ascii="Times New Roman" w:hAnsi="Times New Roman" w:cs="Times New Roman" w:eastAsia="Times New Roman"/>
          <w:sz w:val="14"/>
          <w:szCs w:val="14"/>
          <w:spacing w:val="46"/>
          <w:w w:val="135"/>
          <w:i/>
          <w:position w:val="-1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position w:val="-6"/>
        </w:rPr>
        <w:t>2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2" w:equalWidth="0">
            <w:col w:w="3038" w:space="2477"/>
            <w:col w:w="3285"/>
          </w:cols>
        </w:sectPr>
      </w:pPr>
      <w:rPr/>
    </w:p>
    <w:p>
      <w:pPr>
        <w:spacing w:before="0" w:after="0" w:line="259" w:lineRule="exact"/>
        <w:ind w:left="1181" w:right="-90"/>
        <w:jc w:val="left"/>
        <w:rPr>
          <w:rFonts w:ascii="Courier" w:hAnsi="Courier" w:cs="Courier" w:eastAsia="Courier"/>
          <w:sz w:val="14"/>
          <w:szCs w:val="14"/>
        </w:rPr>
      </w:pPr>
      <w:rPr/>
      <w:r>
        <w:rPr/>
        <w:pict>
          <v:group style="position:absolute;margin-left:145.063995pt;margin-top:11.72095pt;width:146.132pt;height:.1pt;mso-position-horizontal-relative:page;mso-position-vertical-relative:paragraph;z-index:-516" coordorigin="2901,234" coordsize="2923,2">
            <v:shape style="position:absolute;left:2901;top:234;width:2923;height:2" coordorigin="2901,234" coordsize="2923,0" path="m2901,234l5824,234e" filled="f" stroked="t" strokeweight=".398pt" strokecolor="#000000">
              <v:path arrowok="t"/>
            </v:shape>
          </v:group>
          <w10:wrap type="none"/>
        </w:pict>
      </w:r>
      <w:r>
        <w:rPr/>
        <w:pict>
          <v:group style="position:absolute;margin-left:306.871002pt;margin-top:11.72095pt;width:159.313pt;height:.1pt;mso-position-horizontal-relative:page;mso-position-vertical-relative:paragraph;z-index:-515" coordorigin="6137,234" coordsize="3186,2">
            <v:shape style="position:absolute;left:6137;top:234;width:3186;height:2" coordorigin="6137,234" coordsize="3186,0" path="m6137,234l9324,234e" filled="f" stroked="t" strokeweight=".3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6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6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  <w:i/>
          <w:position w:val="6"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6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position w:val="6"/>
        </w:rPr>
        <w:t>1]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2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6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6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  <w:i/>
          <w:position w:val="6"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9"/>
          <w:i/>
          <w:position w:val="3"/>
        </w:rPr>
        <w:t>l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4"/>
          <w:w w:val="100"/>
          <w:i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6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position w:val="6"/>
        </w:rPr>
        <w:t>0]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2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6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6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  <w:i/>
          <w:position w:val="6"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5"/>
          <w:i/>
          <w:position w:val="3"/>
        </w:rPr>
        <w:t>r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3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6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position w:val="6"/>
        </w:rPr>
        <w:t>0]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2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  <w:position w:val="6"/>
        </w:rPr>
        <w:t>s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9"/>
          <w:i/>
          <w:position w:val="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3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-8"/>
          <w:w w:val="100"/>
          <w:i/>
          <w:position w:val="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-8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22"/>
          <w:position w:val="-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2"/>
          <w:i/>
          <w:position w:val="6"/>
        </w:rPr>
        <w:t>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i/>
          <w:position w:val="6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i/>
          <w:position w:val="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6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29"/>
          <w:w w:val="122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6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6"/>
        </w:rPr>
        <w:t>1)</w:t>
      </w:r>
      <w:r>
        <w:rPr>
          <w:rFonts w:ascii="Courier" w:hAnsi="Courier" w:cs="Courier" w:eastAsia="Courier"/>
          <w:sz w:val="14"/>
          <w:szCs w:val="14"/>
          <w:spacing w:val="0"/>
          <w:w w:val="148"/>
          <w:i/>
          <w:position w:val="13"/>
        </w:rPr>
        <w:t>−</w:t>
      </w:r>
      <w:r>
        <w:rPr>
          <w:rFonts w:ascii="Courier" w:hAnsi="Courier" w:cs="Courier" w:eastAsia="Courier"/>
          <w:sz w:val="14"/>
          <w:szCs w:val="14"/>
          <w:spacing w:val="0"/>
          <w:w w:val="100"/>
          <w:position w:val="0"/>
        </w:rPr>
      </w:r>
    </w:p>
    <w:p>
      <w:pPr>
        <w:spacing w:before="0" w:after="0" w:line="197" w:lineRule="exact"/>
        <w:ind w:right="-7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[1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  <w:position w:val="1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1"/>
        </w:rPr>
        <w:t>−</w:t>
      </w:r>
      <w:r>
        <w:rPr>
          <w:rFonts w:ascii="Menlo" w:hAnsi="Menlo" w:cs="Menlo" w:eastAsia="Menlo"/>
          <w:sz w:val="20"/>
          <w:szCs w:val="20"/>
          <w:spacing w:val="-76"/>
          <w:w w:val="100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0"/>
          <w:i/>
          <w:position w:val="1"/>
        </w:rPr>
        <w:t>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i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i/>
          <w:position w:val="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1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2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1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2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position w:val="1"/>
        </w:rPr>
        <w:t>2)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10" w:lineRule="exact"/>
        <w:ind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82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  <w:position w:val="2"/>
        </w:rPr>
        <w:t>s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9"/>
          <w:i/>
          <w:position w:val="-1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3" w:equalWidth="0">
            <w:col w:w="5515" w:space="135"/>
            <w:col w:w="1372" w:space="227"/>
            <w:col w:w="1551"/>
          </w:cols>
        </w:sectPr>
      </w:pPr>
      <w:rPr/>
    </w:p>
    <w:p>
      <w:pPr>
        <w:spacing w:before="0" w:after="0" w:line="222" w:lineRule="exact"/>
        <w:ind w:right="-20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  <w:i/>
          <w:position w:val="2"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-1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2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position w:val="2"/>
        </w:rPr>
        <w:t>0]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09" w:lineRule="exact"/>
        <w:ind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  <w:position w:val="1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128"/>
          <w:i/>
          <w:position w:val="1"/>
        </w:rPr>
        <w:t>−</w:t>
      </w:r>
      <w:r>
        <w:rPr>
          <w:rFonts w:ascii="Menlo" w:hAnsi="Menlo" w:cs="Menlo" w:eastAsia="Menlo"/>
          <w:sz w:val="20"/>
          <w:szCs w:val="20"/>
          <w:spacing w:val="-76"/>
          <w:w w:val="100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2"/>
          <w:i/>
          <w:position w:val="1"/>
        </w:rPr>
        <w:t>α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i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i/>
          <w:position w:val="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29"/>
          <w:w w:val="122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1"/>
        </w:rPr>
        <w:t>1)</w:t>
      </w:r>
      <w:r>
        <w:rPr>
          <w:rFonts w:ascii="Courier" w:hAnsi="Courier" w:cs="Courier" w:eastAsia="Courier"/>
          <w:sz w:val="14"/>
          <w:szCs w:val="14"/>
          <w:spacing w:val="0"/>
          <w:w w:val="148"/>
          <w:i/>
          <w:position w:val="6"/>
        </w:rPr>
        <w:t>−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51"/>
          <w:i/>
          <w:position w:val="6"/>
        </w:rPr>
        <w:t>γ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2" w:equalWidth="0">
            <w:col w:w="3095" w:space="2144"/>
            <w:col w:w="356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ind w:left="955" w:right="91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0.591995pt;margin-top:35.87101pt;width:6.117037pt;height:4.9813pt;mso-position-horizontal-relative:page;mso-position-vertical-relative:paragraph;z-index:-508" type="#_x0000_t202" filled="f" stroked="f">
            <v:textbox inset="0,0,0,0">
              <w:txbxContent>
                <w:p>
                  <w:pPr>
                    <w:spacing w:before="0" w:after="0" w:line="96" w:lineRule="exact"/>
                    <w:ind w:right="-55"/>
                    <w:jc w:val="left"/>
                    <w:rPr>
                      <w:rFonts w:ascii="Times New Roman" w:hAnsi="Times New Roman" w:cs="Times New Roman" w:eastAsia="Times New Roman"/>
                      <w:sz w:val="10"/>
                      <w:szCs w:val="10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0"/>
                      <w:w w:val="169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0"/>
                      <w:szCs w:val="1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  <w:i/>
        </w:rPr>
        <w:t>B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40"/>
          <w:i/>
          <w:position w:val="-3"/>
        </w:rPr>
        <w:t>n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gul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9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lec-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7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position w:val="0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7"/>
        </w:rPr>
        <w:t>∗</w:t>
      </w:r>
      <w:r>
        <w:rPr>
          <w:rFonts w:ascii="Courier" w:hAnsi="Courier" w:cs="Courier" w:eastAsia="Courier"/>
          <w:sz w:val="14"/>
          <w:szCs w:val="14"/>
          <w:spacing w:val="-11"/>
          <w:w w:val="100"/>
          <w:i/>
          <w:position w:val="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7"/>
          <w:position w:val="0"/>
        </w:rPr>
        <w:t>+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3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eaf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  <w:position w:val="0"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10"/>
          <w:w w:val="97"/>
          <w:i/>
          <w:position w:val="7"/>
        </w:rPr>
        <w:t>∗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pgMar w:header="0" w:footer="1737" w:top="1480" w:bottom="1920" w:left="1720" w:right="1720"/>
          <w:pgSz w:w="12240" w:h="15840"/>
        </w:sectPr>
      </w:pPr>
      <w:rPr/>
    </w:p>
    <w:p>
      <w:pPr>
        <w:spacing w:before="0" w:after="0" w:line="168" w:lineRule="exact"/>
        <w:ind w:left="1254" w:right="-78"/>
        <w:jc w:val="left"/>
        <w:rPr>
          <w:rFonts w:ascii="Courier" w:hAnsi="Courier" w:cs="Courier" w:eastAsia="Courier"/>
          <w:sz w:val="10"/>
          <w:szCs w:val="10"/>
        </w:rPr>
      </w:pPr>
      <w:rPr/>
      <w:r>
        <w:rPr/>
        <w:pict>
          <v:group style="position:absolute;margin-left:226.628998pt;margin-top:8.194013pt;width:37.078pt;height:.1pt;mso-position-horizontal-relative:page;mso-position-vertical-relative:paragraph;z-index:-510" coordorigin="4533,164" coordsize="742,2">
            <v:shape style="position:absolute;left:4533;top:164;width:742;height:2" coordorigin="4533,164" coordsize="742,0" path="m4533,164l5274,164e" filled="f" stroked="t" strokeweight=".3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-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-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8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8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-8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  <w:position w:val="-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-8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2"/>
        </w:rPr>
        <w:t>P[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2"/>
        </w:rPr>
        <w:t>T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  <w:position w:val="2"/>
        </w:rPr>
        <w:t> </w:t>
      </w:r>
      <w:r>
        <w:rPr>
          <w:rFonts w:ascii="Courier" w:hAnsi="Courier" w:cs="Courier" w:eastAsia="Courier"/>
          <w:sz w:val="14"/>
          <w:szCs w:val="14"/>
          <w:spacing w:val="34"/>
          <w:w w:val="100"/>
          <w:i/>
          <w:position w:val="2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81"/>
          <w:i/>
          <w:position w:val="2"/>
        </w:rPr>
        <w:t>|T</w:t>
      </w:r>
      <w:r>
        <w:rPr>
          <w:rFonts w:ascii="Courier" w:hAnsi="Courier" w:cs="Courier" w:eastAsia="Courier"/>
          <w:sz w:val="14"/>
          <w:szCs w:val="14"/>
          <w:spacing w:val="-47"/>
          <w:w w:val="100"/>
          <w:i/>
          <w:position w:val="2"/>
        </w:rPr>
        <w:t> </w:t>
      </w:r>
      <w:r>
        <w:rPr>
          <w:rFonts w:ascii="Courier" w:hAnsi="Courier" w:cs="Courier" w:eastAsia="Courier"/>
          <w:sz w:val="10"/>
          <w:szCs w:val="10"/>
          <w:spacing w:val="0"/>
          <w:w w:val="122"/>
          <w:i/>
          <w:position w:val="8"/>
        </w:rPr>
        <w:t>∗</w:t>
      </w:r>
      <w:r>
        <w:rPr>
          <w:rFonts w:ascii="Courier" w:hAnsi="Courier" w:cs="Courier" w:eastAsia="Courier"/>
          <w:sz w:val="10"/>
          <w:szCs w:val="10"/>
          <w:spacing w:val="0"/>
          <w:w w:val="100"/>
          <w:position w:val="0"/>
        </w:rPr>
      </w:r>
    </w:p>
    <w:p>
      <w:pPr>
        <w:spacing w:before="0" w:after="0" w:line="168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2"/>
        </w:rPr>
        <w:t>]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8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1920" w:left="1720" w:right="1720"/>
          <w:cols w:num="2" w:equalWidth="0">
            <w:col w:w="3472" w:space="37"/>
            <w:col w:w="5291"/>
          </w:cols>
        </w:sectPr>
      </w:pPr>
      <w:rPr/>
    </w:p>
    <w:p>
      <w:pPr>
        <w:spacing w:before="0" w:after="0" w:line="149" w:lineRule="exact"/>
        <w:ind w:left="2813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P[</w:t>
      </w:r>
      <w:r>
        <w:rPr>
          <w:rFonts w:ascii="Courier" w:hAnsi="Courier" w:cs="Courier" w:eastAsia="Courier"/>
          <w:sz w:val="14"/>
          <w:szCs w:val="14"/>
          <w:spacing w:val="0"/>
          <w:w w:val="100"/>
          <w:i/>
        </w:rPr>
        <w:t>T</w:t>
      </w:r>
      <w:r>
        <w:rPr>
          <w:rFonts w:ascii="Courier" w:hAnsi="Courier" w:cs="Courier" w:eastAsia="Courier"/>
          <w:sz w:val="14"/>
          <w:szCs w:val="14"/>
          <w:spacing w:val="-14"/>
          <w:w w:val="100"/>
          <w:i/>
        </w:rPr>
        <w:t> </w:t>
      </w:r>
      <w:r>
        <w:rPr>
          <w:rFonts w:ascii="Courier" w:hAnsi="Courier" w:cs="Courier" w:eastAsia="Courier"/>
          <w:sz w:val="10"/>
          <w:szCs w:val="10"/>
          <w:spacing w:val="0"/>
          <w:w w:val="100"/>
          <w:i/>
          <w:position w:val="4"/>
        </w:rPr>
        <w:t>∗</w:t>
      </w:r>
      <w:r>
        <w:rPr>
          <w:rFonts w:ascii="Courier" w:hAnsi="Courier" w:cs="Courier" w:eastAsia="Courier"/>
          <w:sz w:val="10"/>
          <w:szCs w:val="10"/>
          <w:spacing w:val="-10"/>
          <w:w w:val="100"/>
          <w:i/>
          <w:position w:val="4"/>
        </w:rPr>
        <w:t> </w:t>
      </w:r>
      <w:r>
        <w:rPr>
          <w:rFonts w:ascii="Courier" w:hAnsi="Courier" w:cs="Courier" w:eastAsia="Courier"/>
          <w:sz w:val="14"/>
          <w:szCs w:val="14"/>
          <w:spacing w:val="0"/>
          <w:w w:val="81"/>
          <w:i/>
          <w:position w:val="0"/>
        </w:rPr>
        <w:t>|T</w:t>
      </w:r>
      <w:r>
        <w:rPr>
          <w:rFonts w:ascii="Courier" w:hAnsi="Courier" w:cs="Courier" w:eastAsia="Courier"/>
          <w:sz w:val="14"/>
          <w:szCs w:val="14"/>
          <w:spacing w:val="-47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69"/>
          <w:i/>
          <w:position w:val="4"/>
        </w:rPr>
        <w:t>m</w:t>
      </w:r>
      <w:r>
        <w:rPr>
          <w:rFonts w:ascii="Times New Roman" w:hAnsi="Times New Roman" w:cs="Times New Roman" w:eastAsia="Times New Roman"/>
          <w:sz w:val="10"/>
          <w:szCs w:val="10"/>
          <w:spacing w:val="-15"/>
          <w:w w:val="100"/>
          <w:i/>
          <w:position w:val="4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  <w:t>]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3334" w:right="3329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[DE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</w:rPr>
        <w:t> </w:t>
      </w:r>
      <w:r>
        <w:rPr>
          <w:rFonts w:ascii="Courier" w:hAnsi="Courier" w:cs="Courier" w:eastAsia="Courier"/>
          <w:sz w:val="14"/>
          <w:szCs w:val="14"/>
          <w:spacing w:val="9"/>
          <w:w w:val="90"/>
          <w:i/>
          <w:position w:val="7"/>
        </w:rPr>
        <w:t>∗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  <w:position w:val="0"/>
        </w:rPr>
        <w:t>n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0"/>
        </w:rPr>
        <w:t> </w:t>
      </w:r>
      <w:r>
        <w:rPr>
          <w:rFonts w:ascii="Courier" w:hAnsi="Courier" w:cs="Courier" w:eastAsia="Courier"/>
          <w:sz w:val="14"/>
          <w:szCs w:val="14"/>
          <w:spacing w:val="10"/>
          <w:w w:val="97"/>
          <w:i/>
          <w:position w:val="7"/>
        </w:rPr>
        <w:t>∗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33" w:after="0" w:line="240" w:lineRule="auto"/>
        <w:ind w:left="3207" w:right="322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v:group style="position:absolute;margin-left:248.358002pt;margin-top:1.861171pt;width:114.531pt;height:.1pt;mso-position-horizontal-relative:page;mso-position-vertical-relative:paragraph;z-index:-509" coordorigin="4967,37" coordsize="2291,2">
            <v:shape style="position:absolute;left:4967;top:37;width:2291;height:2" coordorigin="4967,37" coordsize="2291,0" path="m4967,37l7258,37e" filled="f" stroked="t" strokeweight=".3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[BI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6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  <w:position w:val="0"/>
        </w:rPr>
        <w:t>n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  <w:position w:val="0"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9"/>
          <w:i/>
          <w:position w:val="6"/>
        </w:rPr>
        <w:t>m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i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0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position w:val="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exact"/>
        <w:ind w:left="955" w:right="91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</w:rPr>
        <w:t>n</w:t>
      </w:r>
      <w:r>
        <w:rPr>
          <w:rFonts w:ascii="Menlo" w:hAnsi="Menlo" w:cs="Menlo" w:eastAsia="Menlo"/>
          <w:sz w:val="20"/>
          <w:szCs w:val="20"/>
          <w:spacing w:val="0"/>
          <w:w w:val="67"/>
          <w:i/>
        </w:rPr>
        <w:t>|T</w:t>
      </w:r>
      <w:r>
        <w:rPr>
          <w:rFonts w:ascii="Menlo" w:hAnsi="Menlo" w:cs="Menlo" w:eastAsia="Menlo"/>
          <w:sz w:val="20"/>
          <w:szCs w:val="20"/>
          <w:spacing w:val="-6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Menlo" w:hAnsi="Menlo" w:cs="Menlo" w:eastAsia="Menlo"/>
          <w:sz w:val="20"/>
          <w:szCs w:val="20"/>
          <w:spacing w:val="0"/>
          <w:w w:val="90"/>
          <w:i/>
        </w:rPr>
        <w:t>T</w:t>
      </w:r>
      <w:r>
        <w:rPr>
          <w:rFonts w:ascii="Menlo" w:hAnsi="Menlo" w:cs="Menlo" w:eastAsia="Menlo"/>
          <w:sz w:val="20"/>
          <w:szCs w:val="20"/>
          <w:spacing w:val="-7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</w:rPr>
        <w:t>s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9"/>
          <w:i/>
          <w:position w:val="-3"/>
        </w:rPr>
        <w:t>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  <w:position w:val="-3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-6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um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omi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ator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cep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obab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i/>
          <w:position w:val="0"/>
        </w:rPr>
        <w:t>π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2"/>
          <w:position w:val="-3"/>
        </w:rPr>
        <w:t>BI</w:t>
      </w:r>
      <w:r>
        <w:rPr>
          <w:rFonts w:ascii="Times New Roman" w:hAnsi="Times New Roman" w:cs="Times New Roman" w:eastAsia="Times New Roman"/>
          <w:sz w:val="14"/>
          <w:szCs w:val="14"/>
          <w:spacing w:val="-13"/>
          <w:w w:val="122"/>
          <w:position w:val="-3"/>
        </w:rPr>
        <w:t>R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4"/>
          <w:position w:val="-3"/>
        </w:rPr>
        <w:t>TH</w:t>
      </w:r>
      <w:r>
        <w:rPr>
          <w:rFonts w:ascii="Times New Roman" w:hAnsi="Times New Roman" w:cs="Times New Roman" w:eastAsia="Times New Roman"/>
          <w:sz w:val="14"/>
          <w:szCs w:val="14"/>
          <w:spacing w:val="-25"/>
          <w:w w:val="100"/>
          <w:position w:val="-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position w:val="0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celli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7" w:lineRule="auto"/>
        <w:ind w:left="1439" w:right="642" w:firstLine="-484"/>
        <w:jc w:val="left"/>
        <w:tabs>
          <w:tab w:pos="1420" w:val="left"/>
        </w:tabs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8"/>
          <w:szCs w:val="28"/>
          <w:spacing w:val="-4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D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-10"/>
          <w:w w:val="115"/>
          <w:b/>
          <w:bCs/>
        </w:rPr>
        <w:t>c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ho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to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mous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,</w:t>
      </w:r>
      <w:r>
        <w:rPr>
          <w:rFonts w:ascii="Times New Roman" w:hAnsi="Times New Roman" w:cs="Times New Roman" w:eastAsia="Times New Roman"/>
          <w:sz w:val="28"/>
          <w:szCs w:val="28"/>
          <w:spacing w:val="39"/>
          <w:w w:val="115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ca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ego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ri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ca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l</w:t>
      </w:r>
      <w:r>
        <w:rPr>
          <w:rFonts w:ascii="Times New Roman" w:hAnsi="Times New Roman" w:cs="Times New Roman" w:eastAsia="Times New Roman"/>
          <w:sz w:val="28"/>
          <w:szCs w:val="28"/>
          <w:spacing w:val="-9"/>
          <w:w w:val="115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8"/>
          <w:szCs w:val="28"/>
          <w:spacing w:val="6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ur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vi</w:t>
      </w:r>
      <w:r>
        <w:rPr>
          <w:rFonts w:ascii="Times New Roman" w:hAnsi="Times New Roman" w:cs="Times New Roman" w:eastAsia="Times New Roman"/>
          <w:sz w:val="28"/>
          <w:szCs w:val="28"/>
          <w:spacing w:val="-21"/>
          <w:w w:val="115"/>
          <w:b/>
          <w:bCs/>
        </w:rPr>
        <w:t>v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l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15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9"/>
          <w:b/>
          <w:bCs/>
        </w:rPr>
        <w:t>out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com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es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8"/>
          <w:b/>
          <w:bCs/>
        </w:rPr>
        <w:t>wi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8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8"/>
          <w:b/>
          <w:bCs/>
        </w:rPr>
        <w:t>h</w:t>
      </w:r>
      <w:r>
        <w:rPr>
          <w:rFonts w:ascii="Times New Roman" w:hAnsi="Times New Roman" w:cs="Times New Roman" w:eastAsia="Times New Roman"/>
          <w:sz w:val="28"/>
          <w:szCs w:val="28"/>
          <w:spacing w:val="27"/>
          <w:w w:val="118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1"/>
          <w:b/>
          <w:bCs/>
        </w:rPr>
        <w:t>BA</w:t>
      </w:r>
      <w:r>
        <w:rPr>
          <w:rFonts w:ascii="Times New Roman" w:hAnsi="Times New Roman" w:cs="Times New Roman" w:eastAsia="Times New Roman"/>
          <w:sz w:val="28"/>
          <w:szCs w:val="28"/>
          <w:spacing w:val="-27"/>
          <w:w w:val="119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0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7" w:lineRule="auto"/>
        <w:ind w:left="955" w:right="9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logi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1993)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ogit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mon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1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1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1"/>
        </w:rPr>
        <w:t>nat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9"/>
          <w:position w:val="1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1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9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Holm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2006;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16"/>
          <w:position w:val="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5"/>
          <w:w w:val="110"/>
          <w:position w:val="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49"/>
          <w:position w:val="0"/>
        </w:rPr>
        <w:t>¨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1"/>
        </w:rPr>
        <w:t>h-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  <w:position w:val="1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hn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1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6"/>
          <w:position w:val="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5"/>
          <w:w w:val="110"/>
          <w:position w:val="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49"/>
          <w:position w:val="0"/>
        </w:rPr>
        <w:t>¨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1"/>
        </w:rPr>
        <w:t>h-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2010;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amac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2012)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eral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qu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cat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egor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ell;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1993;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Rossi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" w:after="0" w:line="247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1994;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cCu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4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2000;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16"/>
          <w:position w:val="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5"/>
          <w:w w:val="110"/>
          <w:position w:val="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49"/>
          <w:position w:val="0"/>
        </w:rPr>
        <w:t>¨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1"/>
        </w:rPr>
        <w:t>h-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  <w:position w:val="1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hn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1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16"/>
          <w:position w:val="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5"/>
          <w:w w:val="110"/>
          <w:position w:val="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49"/>
          <w:position w:val="0"/>
        </w:rPr>
        <w:t>¨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2010;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1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2016;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2017)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oa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1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ahr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r,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2014)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omou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obi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logi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position w:val="0"/>
        </w:rPr>
        <w:t>ani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9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2016)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position w:val="0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5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ecu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rr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Sp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2018)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Sp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arap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0"/>
        </w:rPr>
        <w:t>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2" w:after="0" w:line="249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2019)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2017;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2017)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7" w:lineRule="auto"/>
        <w:ind w:left="1439" w:right="902" w:firstLine="-484"/>
        <w:jc w:val="left"/>
        <w:tabs>
          <w:tab w:pos="1420" w:val="left"/>
        </w:tabs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5</w:t>
      </w:r>
      <w:r>
        <w:rPr>
          <w:rFonts w:ascii="Times New Roman" w:hAnsi="Times New Roman" w:cs="Times New Roman" w:eastAsia="Times New Roman"/>
          <w:sz w:val="28"/>
          <w:szCs w:val="28"/>
          <w:spacing w:val="-4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ece</w:t>
      </w:r>
      <w:r>
        <w:rPr>
          <w:rFonts w:ascii="Times New Roman" w:hAnsi="Times New Roman" w:cs="Times New Roman" w:eastAsia="Times New Roman"/>
          <w:sz w:val="28"/>
          <w:szCs w:val="28"/>
          <w:spacing w:val="-11"/>
          <w:w w:val="117"/>
          <w:b/>
          <w:bCs/>
        </w:rPr>
        <w:t>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23"/>
          <w:w w:val="117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de</w:t>
      </w:r>
      <w:r>
        <w:rPr>
          <w:rFonts w:ascii="Times New Roman" w:hAnsi="Times New Roman" w:cs="Times New Roman" w:eastAsia="Times New Roman"/>
          <w:sz w:val="28"/>
          <w:szCs w:val="28"/>
          <w:spacing w:val="-11"/>
          <w:w w:val="117"/>
          <w:b/>
          <w:bCs/>
        </w:rPr>
        <w:t>v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lopme</w:t>
      </w:r>
      <w:r>
        <w:rPr>
          <w:rFonts w:ascii="Times New Roman" w:hAnsi="Times New Roman" w:cs="Times New Roman" w:eastAsia="Times New Roman"/>
          <w:sz w:val="28"/>
          <w:szCs w:val="28"/>
          <w:spacing w:val="-11"/>
          <w:w w:val="117"/>
          <w:b/>
          <w:bCs/>
        </w:rPr>
        <w:t>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7"/>
          <w:b/>
          <w:bCs/>
        </w:rPr>
        <w:t>s</w:t>
      </w:r>
      <w:r>
        <w:rPr>
          <w:rFonts w:ascii="Times New Roman" w:hAnsi="Times New Roman" w:cs="Times New Roman" w:eastAsia="Times New Roman"/>
          <w:sz w:val="28"/>
          <w:szCs w:val="28"/>
          <w:spacing w:val="11"/>
          <w:w w:val="117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4"/>
          <w:b/>
          <w:bCs/>
        </w:rPr>
        <w:t>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4"/>
          <w:b/>
          <w:bCs/>
        </w:rPr>
        <w:t>of</w:t>
      </w:r>
      <w:r>
        <w:rPr>
          <w:rFonts w:ascii="Times New Roman" w:hAnsi="Times New Roman" w:cs="Times New Roman" w:eastAsia="Times New Roman"/>
          <w:sz w:val="28"/>
          <w:szCs w:val="28"/>
          <w:spacing w:val="-10"/>
          <w:w w:val="114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-10"/>
          <w:w w:val="114"/>
          <w:b/>
          <w:bCs/>
        </w:rPr>
        <w:t>w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4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4"/>
          <w:b/>
          <w:bCs/>
        </w:rPr>
        <w:t>re</w:t>
      </w:r>
      <w:r>
        <w:rPr>
          <w:rFonts w:ascii="Times New Roman" w:hAnsi="Times New Roman" w:cs="Times New Roman" w:eastAsia="Times New Roman"/>
          <w:sz w:val="28"/>
          <w:szCs w:val="28"/>
          <w:spacing w:val="18"/>
          <w:w w:val="114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5"/>
          <w:b/>
          <w:bCs/>
        </w:rPr>
        <w:t>impl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6"/>
          <w:b/>
          <w:bCs/>
        </w:rPr>
        <w:t>emen-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6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8"/>
          <w:b/>
          <w:bCs/>
        </w:rPr>
        <w:t>ta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8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18"/>
          <w:b/>
          <w:bCs/>
        </w:rPr>
        <w:t>ions</w:t>
      </w:r>
      <w:r>
        <w:rPr>
          <w:rFonts w:ascii="Times New Roman" w:hAnsi="Times New Roman" w:cs="Times New Roman" w:eastAsia="Times New Roman"/>
          <w:sz w:val="28"/>
          <w:szCs w:val="28"/>
          <w:spacing w:val="31"/>
          <w:w w:val="118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fo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2"/>
          <w:b/>
          <w:bCs/>
        </w:rPr>
        <w:t>B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0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-27"/>
          <w:w w:val="119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20"/>
          <w:b/>
          <w:bCs/>
        </w:rPr>
        <w:t>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2007)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que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adap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Xu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2016)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2017)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adap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(r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han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Hahn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2017)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sal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2018)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orge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2018)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esses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2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sage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ra,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1480" w:bottom="1920" w:left="1720" w:right="17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2" w:after="0" w:line="249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1996;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iel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2004)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atol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nfl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gor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hm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zar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2018)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9" w:lineRule="auto"/>
        <w:ind w:left="955" w:right="916" w:firstLine="2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comp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app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roa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ssar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wri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Comp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AN):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b/>
          <w:bCs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7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20"/>
          <w:b/>
          <w:bCs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b/>
          <w:bCs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19"/>
          <w:b/>
          <w:bCs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b/>
          <w:bCs/>
        </w:rPr>
        <w:t>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2016),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b/>
          <w:bCs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b/>
          <w:bCs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b/>
          <w:bCs/>
        </w:rPr>
        <w:t>tMa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14"/>
          <w:b/>
          <w:bCs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b/>
          <w:bCs/>
        </w:rPr>
        <w:t>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b/>
          <w:bCs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4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b/>
          <w:bCs/>
        </w:rPr>
        <w:t>db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b/>
          <w:bCs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2016)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b/>
          <w:bCs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20"/>
          <w:b/>
          <w:bCs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  <w:b/>
          <w:bCs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2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2019)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5" w:right="6272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w w:val="115"/>
          <w:b/>
          <w:bCs/>
        </w:rPr>
        <w:t>Ref</w:t>
      </w:r>
      <w:r>
        <w:rPr>
          <w:rFonts w:ascii="Times New Roman" w:hAnsi="Times New Roman" w:cs="Times New Roman" w:eastAsia="Times New Roman"/>
          <w:sz w:val="28"/>
          <w:szCs w:val="28"/>
          <w:w w:val="112"/>
          <w:b/>
          <w:bCs/>
        </w:rPr>
        <w:t>er</w:t>
      </w:r>
      <w:r>
        <w:rPr>
          <w:rFonts w:ascii="Times New Roman" w:hAnsi="Times New Roman" w:cs="Times New Roman" w:eastAsia="Times New Roman"/>
          <w:sz w:val="28"/>
          <w:szCs w:val="28"/>
          <w:w w:val="116"/>
          <w:b/>
          <w:bCs/>
        </w:rPr>
        <w:t>ences</w:t>
      </w:r>
      <w:r>
        <w:rPr>
          <w:rFonts w:ascii="Times New Roman" w:hAnsi="Times New Roman" w:cs="Times New Roman" w:eastAsia="Times New Roman"/>
          <w:sz w:val="28"/>
          <w:szCs w:val="28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6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6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9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9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7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88: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669–79,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1993.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pp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ge,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3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app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egu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on.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i/>
        </w:rPr>
        <w:t>ppl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5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8(3)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:1750–1781,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415" w:lineRule="auto"/>
        <w:ind w:left="955" w:right="1343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24(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:123–140,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1996.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45(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:5–32,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2001.</w:t>
      </w:r>
    </w:p>
    <w:p>
      <w:pPr>
        <w:spacing w:before="6" w:after="0" w:line="240" w:lineRule="auto"/>
        <w:ind w:left="955" w:right="92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955" w:right="92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7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7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7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28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7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hyperlink r:id="rId6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https://CRAN.R</w:t>
        </w:r>
        <w:r>
          <w:rPr>
            <w:rFonts w:ascii="Courier" w:hAnsi="Courier" w:cs="Courier" w:eastAsia="Courier"/>
            <w:sz w:val="20"/>
            <w:szCs w:val="20"/>
            <w:spacing w:val="10"/>
            <w:w w:val="87"/>
          </w:rPr>
          <w:t>-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project.org/package=BayesTree</w:t>
        </w:r>
      </w:hyperlink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955" w:right="9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pli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266–98,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2010.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9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9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7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443)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935–948,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1998.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8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ory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ppli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8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Eds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i/>
        </w:rPr>
        <w:t>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N.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phe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2013.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955" w:right="92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am.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103(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13)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1814–1814,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fit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ng)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Stats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19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6"/>
        </w:rPr>
        <w:t>//d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oi.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g/10.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1002/9780471650126.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0513.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pub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pgMar w:header="0" w:footer="1737" w:top="1480" w:bottom="1920" w:left="1720" w:right="17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2" w:after="0" w:line="240" w:lineRule="auto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m.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tri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85(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:363–377,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1998.</w:t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6" w:lineRule="auto"/>
        <w:ind w:left="1155" w:right="915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ayes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21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dit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iv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11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11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11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hyperlink r:id="rId7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https://CRAN.R</w:t>
        </w:r>
        <w:r>
          <w:rPr>
            <w:rFonts w:ascii="Courier" w:hAnsi="Courier" w:cs="Courier" w:eastAsia="Courier"/>
            <w:sz w:val="20"/>
            <w:szCs w:val="20"/>
            <w:spacing w:val="10"/>
            <w:w w:val="87"/>
          </w:rPr>
          <w:t>-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project.org/package=</w:t>
        </w:r>
      </w:hyperlink>
      <w:hyperlink r:id="rId8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 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dbarts</w:t>
        </w:r>
      </w:hyperlink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Stats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19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7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7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6"/>
        </w:rPr>
        <w:t>//d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oi.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g/10.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1002/9781118445112.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07905.</w:t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Leas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gle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i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32(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:407–499,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2004.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zar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eff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Rose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al.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fl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algor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hm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anadi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46(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:147–175,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2018.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9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6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-t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8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19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6"/>
        </w:rPr>
        <w:t>//d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oi.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g/10.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1002/9781118445112.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06012.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on-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55(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:119–139,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1997.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3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9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29: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1189–1232,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2001.</w:t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5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yl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6"/>
          <w:position w:val="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5"/>
          <w:w w:val="110"/>
          <w:position w:val="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49"/>
          <w:position w:val="0"/>
        </w:rPr>
        <w:t>¨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1"/>
        </w:rPr>
        <w:t>h-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  <w:position w:val="1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hn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1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Rud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16"/>
          <w:position w:val="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5"/>
          <w:w w:val="110"/>
          <w:position w:val="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49"/>
          <w:position w:val="0"/>
        </w:rPr>
        <w:t>¨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1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1"/>
        </w:rPr>
        <w:t>gme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  <w:position w:val="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  <w:position w:val="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1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omi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logi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Sta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tis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i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1"/>
          <w:i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i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1"/>
          <w:i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i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  <w:position w:val="0"/>
        </w:rPr>
        <w:t>tru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  <w:position w:val="0"/>
        </w:rPr>
        <w:t>tu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7"/>
          <w:i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111–132.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2010.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dgar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21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effr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anjan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msd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ph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am,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mot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9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oals,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Eu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  <w:i/>
        </w:rPr>
        <w:t>/Me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i/>
        </w:rPr>
        <w:t>ag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s’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97–104.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2004.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ng-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9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9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7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410)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398–409,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1990.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axat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mages.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8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8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ans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Patte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721–741,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1984.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11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ash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Logan,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onp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amet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Addi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Xi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Xi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:180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7.00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068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2018.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on-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logi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7(3)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:567–590,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2012.</w:t>
      </w:r>
    </w:p>
    <w:p>
      <w:pPr>
        <w:jc w:val="both"/>
        <w:spacing w:after="0"/>
        <w:sectPr>
          <w:pgMar w:header="0" w:footer="1737" w:top="1480" w:bottom="1920" w:left="1720" w:right="17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2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roge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Xi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arX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iv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1706.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09523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ohn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Hanc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-Hast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gs,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nfo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onal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1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6"/>
        </w:rPr>
        <w:t>//d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g/10.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1002/9780471650126.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0973.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tri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57: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97–109,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1970.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omas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Loui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Rosn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3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arad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zed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7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Xi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i/>
        </w:rPr>
        <w:t>Xi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  <w:i/>
        </w:rPr>
        <w:t>:1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706.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06611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145–68,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2006.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Hao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2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0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49"/>
        </w:rPr>
        <w:t>˜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6"/>
        </w:rPr>
        <w:t>Addi</w:t>
      </w:r>
      <w:r>
        <w:rPr>
          <w:rFonts w:ascii="Times New Roman" w:hAnsi="Times New Roman" w:cs="Times New Roman" w:eastAsia="Times New Roman"/>
          <w:sz w:val="20"/>
          <w:szCs w:val="2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5(1)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:119–131,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Phy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3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55: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811–25,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1997.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uhn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nson.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Appl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2013.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8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nli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6"/>
        </w:rPr>
        <w:t>//d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g/10.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1002/9781118445112.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07514.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pub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onal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9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9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7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113(522)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626–36,</w:t>
      </w:r>
    </w:p>
    <w:p>
      <w:pPr>
        <w:spacing w:before="0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2018.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ang.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hat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apt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oyal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8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dol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80(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:1087–1110,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2018.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-Yi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Stats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oi: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6"/>
        </w:rPr>
        <w:t>//doi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g/10.1002/9781118445112.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03886.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6" w:lineRule="auto"/>
        <w:ind w:left="1155" w:right="915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amac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17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i/>
        </w:rPr>
        <w:t>T: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1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1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1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2019.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hyperlink r:id="rId9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https://CRAN.</w:t>
        </w:r>
      </w:hyperlink>
      <w:hyperlink r:id="rId10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 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R</w:t>
        </w:r>
        <w:r>
          <w:rPr>
            <w:rFonts w:ascii="Courier" w:hAnsi="Courier" w:cs="Courier" w:eastAsia="Courier"/>
            <w:sz w:val="20"/>
            <w:szCs w:val="20"/>
            <w:spacing w:val="10"/>
            <w:w w:val="87"/>
          </w:rPr>
          <w:t>-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project.org/package=BART</w:t>
        </w:r>
      </w:hyperlink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obi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7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onom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64(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1-2)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207–240,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199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4.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pgMar w:header="0" w:footer="1737" w:top="1480" w:bottom="1920" w:left="1720" w:right="17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2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6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6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onom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99(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:173–193,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2000.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uat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i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21(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1087–1092,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1953.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7" w:lineRule="auto"/>
        <w:ind w:left="1155" w:right="915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grat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am-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91-09,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8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Laf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ana,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hyperlink r:id="rId11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http://www.stat.purdue.edu/research/technical_reports/</w:t>
        </w:r>
      </w:hyperlink>
      <w:hyperlink r:id="rId12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 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pdfs/1991/tr91</w:t>
        </w:r>
        <w:r>
          <w:rPr>
            <w:rFonts w:ascii="Courier" w:hAnsi="Courier" w:cs="Courier" w:eastAsia="Courier"/>
            <w:sz w:val="20"/>
            <w:szCs w:val="20"/>
            <w:spacing w:val="10"/>
            <w:w w:val="87"/>
          </w:rPr>
          <w:t>-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09.pdf</w:t>
        </w:r>
      </w:hyperlink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5" w:firstLine="-199"/>
        <w:jc w:val="both"/>
        <w:rPr>
          <w:rFonts w:ascii="Courier" w:hAnsi="Courier" w:cs="Courier" w:eastAsia="Courier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heme.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Uni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am,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1993.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hyperlink r:id="rId13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http://citeseerx.ist.psu.edu/viewdoc/download?doi=</w:t>
        </w:r>
        <w:r>
          <w:rPr>
            <w:rFonts w:ascii="Courier" w:hAnsi="Courier" w:cs="Courier" w:eastAsia="Courier"/>
            <w:sz w:val="20"/>
            <w:szCs w:val="20"/>
            <w:spacing w:val="0"/>
            <w:w w:val="100"/>
          </w:rPr>
        </w:r>
      </w:hyperlink>
    </w:p>
    <w:p>
      <w:pPr>
        <w:spacing w:before="0" w:after="0" w:line="230" w:lineRule="exact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hyperlink r:id="rId14">
        <w:r>
          <w:rPr>
            <w:rFonts w:ascii="Courier" w:hAnsi="Courier" w:cs="Courier" w:eastAsia="Courier"/>
            <w:sz w:val="20"/>
            <w:szCs w:val="20"/>
            <w:w w:val="87"/>
          </w:rPr>
          <w:t>10.1.1.48.5613&amp;rep=rep1&amp;type=pdf</w:t>
        </w:r>
      </w:hyperlink>
      <w:r>
        <w:rPr>
          <w:rFonts w:ascii="Times New Roman" w:hAnsi="Times New Roman" w:cs="Times New Roman" w:eastAsia="Times New Roman"/>
          <w:sz w:val="20"/>
          <w:szCs w:val="2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Log-l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egor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Xi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rX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iv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1701.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01503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Hugh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9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9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Het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Xi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4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i/>
        </w:rPr>
        <w:t>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Xi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1709.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07542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2017.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918" w:right="913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atol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ffici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5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s–Has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11(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:885–911,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Higd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Addi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ona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5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Stati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23(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3):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830–52,</w:t>
      </w:r>
    </w:p>
    <w:p>
      <w:pPr>
        <w:spacing w:before="0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Patte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2007.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8" w:lineRule="auto"/>
        <w:ind w:left="1155" w:right="915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apan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1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ma,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3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2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osp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 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o-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2018.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oi: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6"/>
        </w:rPr>
        <w:t>//d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g/10.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1093/b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</w:rPr>
        <w:t>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y032.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hyperlink r:id="rId15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https://academic.oup.com/biostatistics/advance</w:t>
        </w:r>
        <w:r>
          <w:rPr>
            <w:rFonts w:ascii="Courier" w:hAnsi="Courier" w:cs="Courier" w:eastAsia="Courier"/>
            <w:sz w:val="20"/>
            <w:szCs w:val="20"/>
            <w:spacing w:val="10"/>
            <w:w w:val="87"/>
          </w:rPr>
          <w:t>-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article/</w:t>
        </w:r>
      </w:hyperlink>
      <w:hyperlink r:id="rId16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 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doi/10.1093/biostatistics/kxy032/5061112</w:t>
        </w:r>
      </w:hyperlink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Logan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Nonp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amet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1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2019.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6"/>
        </w:rPr>
        <w:t>//d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g/10.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1177/0962280218822140.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737" w:top="1480" w:bottom="1920" w:left="1720" w:right="17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2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Logan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Nonp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amet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Sta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tis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35(16)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:2741–53,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6" w:lineRule="auto"/>
        <w:ind w:left="1155" w:right="915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appl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S-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2013.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[</w:t>
      </w:r>
      <w:hyperlink r:id="rId17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https://cran.</w:t>
        </w:r>
      </w:hyperlink>
      <w:hyperlink r:id="rId18"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 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r</w:t>
        </w:r>
        <w:r>
          <w:rPr>
            <w:rFonts w:ascii="Courier" w:hAnsi="Courier" w:cs="Courier" w:eastAsia="Courier"/>
            <w:sz w:val="20"/>
            <w:szCs w:val="20"/>
            <w:spacing w:val="10"/>
            <w:w w:val="87"/>
          </w:rPr>
          <w:t>-</w:t>
        </w:r>
        <w:r>
          <w:rPr>
            <w:rFonts w:ascii="Courier" w:hAnsi="Courier" w:cs="Courier" w:eastAsia="Courier"/>
            <w:sz w:val="20"/>
            <w:szCs w:val="20"/>
            <w:spacing w:val="0"/>
            <w:w w:val="87"/>
          </w:rPr>
          <w:t>project.org/package=nnet</w:t>
        </w:r>
      </w:hyperlink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]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4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ra.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I: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sage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ace.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Su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6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6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6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put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12: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56–68,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1996.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3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25"/>
          <w:w w:val="224"/>
        </w:rPr>
        <w:t>˚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8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je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ec-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on.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nal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tat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7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phi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3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16(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:44–66,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2007.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9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Xu,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3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eq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ue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7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17(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:589–602,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2016.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9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ohn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wle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1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ee-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8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Stati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</w:rPr>
        <w:t>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i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6"/>
        </w:rPr>
        <w:t>//d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g/10.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1002/9781118445112.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05678.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5" w:lineRule="auto"/>
        <w:ind w:left="1155" w:right="916" w:firstLine="-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ong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Zhan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position w:val="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a-Che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na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position w:val="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05"/>
          <w:w w:val="110"/>
          <w:position w:val="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49"/>
          <w:position w:val="0"/>
        </w:rPr>
        <w:t>¨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position w:val="1"/>
        </w:rPr>
        <w:t>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   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1"/>
        </w:rPr>
        <w:t>sp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1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position w:val="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1"/>
        </w:rPr>
        <w:t>-ad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ju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1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Add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3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39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9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dat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1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  <w:i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  <w:i/>
          <w:position w:val="0"/>
        </w:rPr>
        <w:t>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  <w:position w:val="0"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i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aly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2(3)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:611–633,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2007.</w:t>
      </w:r>
    </w:p>
    <w:sectPr>
      <w:pgMar w:header="0" w:footer="1737" w:top="1480" w:bottom="1920" w:left="1720" w:right="17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Courier">
    <w:altName w:val="Courier"/>
    <w:charset w:val="0"/>
    <w:family w:val="roman"/>
    <w:pitch w:val="fixed"/>
  </w:font>
  <w:font w:name="Menlo">
    <w:altName w:val="Menlo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.0" w:lineRule="exact"/>
      <w:jc w:val="left"/>
      <w:rPr>
        <w:sz w:val="19.998047"/>
        <w:szCs w:val="19.998047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8.643005pt;margin-top:694.163025pt;width:13.9626pt;height:11.9626pt;mso-position-horizontal-relative:page;mso-position-vertical-relative:page;z-index:-535" type="#_x0000_t202" filled="f" stroked="f">
          <v:textbox inset="0,0,0,0">
            <w:txbxContent>
              <w:p>
                <w:pPr>
                  <w:spacing w:before="0" w:after="0" w:line="213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19.998047"/>
        <w:szCs w:val="19.998047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CRAN.R-project.org/package%3DBayesTree" TargetMode="External"/><Relationship Id="rId7" Type="http://schemas.openxmlformats.org/officeDocument/2006/relationships/hyperlink" Target="https://CRAN.R-project.org/package%3Ddbarts" TargetMode="External"/><Relationship Id="rId8" Type="http://schemas.openxmlformats.org/officeDocument/2006/relationships/hyperlink" Target="https://CRAN.R-project.org/package%3Ddbarts" TargetMode="External"/><Relationship Id="rId9" Type="http://schemas.openxmlformats.org/officeDocument/2006/relationships/hyperlink" Target="https://CRAN.R-project.org/package%3DBART" TargetMode="External"/><Relationship Id="rId10" Type="http://schemas.openxmlformats.org/officeDocument/2006/relationships/hyperlink" Target="https://CRAN.R-project.org/package%3DBART" TargetMode="External"/><Relationship Id="rId11" Type="http://schemas.openxmlformats.org/officeDocument/2006/relationships/hyperlink" Target="http://www.stat.purdue.edu/research/technical_reports/pdfs/1991/tr91-09.pdf" TargetMode="External"/><Relationship Id="rId12" Type="http://schemas.openxmlformats.org/officeDocument/2006/relationships/hyperlink" Target="http://www.stat.purdue.edu/research/technical_reports/pdfs/1991/tr91-09.pdf" TargetMode="External"/><Relationship Id="rId13" Type="http://schemas.openxmlformats.org/officeDocument/2006/relationships/hyperlink" Target="http://citeseerx.ist.psu.edu/viewdoc/download?doi=10.1.1.48.5613&amp;amp;rep=rep1&amp;amp;type=pdf" TargetMode="External"/><Relationship Id="rId14" Type="http://schemas.openxmlformats.org/officeDocument/2006/relationships/hyperlink" Target="http://citeseerx.ist.psu.edu/viewdoc/download?doi=10.1.1.48.5613&amp;amp;rep=rep1&amp;amp;type=pdf" TargetMode="External"/><Relationship Id="rId15" Type="http://schemas.openxmlformats.org/officeDocument/2006/relationships/hyperlink" Target="https://academic.oup.com/biostatistics/advance-article/doi/10.1093/biostatistics/kxy032/5061112" TargetMode="External"/><Relationship Id="rId16" Type="http://schemas.openxmlformats.org/officeDocument/2006/relationships/hyperlink" Target="https://academic.oup.com/biostatistics/advance-article/doi/10.1093/biostatistics/kxy032/5061112" TargetMode="External"/><Relationship Id="rId17" Type="http://schemas.openxmlformats.org/officeDocument/2006/relationships/hyperlink" Target="https://cran.r-project.org/package%3Dnnet" TargetMode="External"/><Relationship Id="rId18" Type="http://schemas.openxmlformats.org/officeDocument/2006/relationships/hyperlink" Target="https://cran.r-project.org/package%3Dnnet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2019-02-03T14:20:17Z</dcterms:created>
  <dcterms:modified xsi:type="dcterms:W3CDTF">2019-02-03T14:20:17Z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2019-02-03T00:00:00Z</vt:filetime>
  </property>
  <property fmtid="{D5CDD505-2E9C-101B-9397-08002B2CF9AE}" pid="3" name="LastSaved">
    <vt:filetime>2019-02-03T00:00:00Z</vt:filetime>
  </property>
</Properties>
</file>